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openxmlformats-officedocument.wordprocessingml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body>
    <w:p w14:paraId="4A60941B" w14:textId="77777777" w:rsidR="0039519E" w:rsidRDefault="006066FC" w:rsidP="0039519E">
      <w:pPr>
        <w:pStyle w:val="worksheetnewconcepts"/>
      </w:pPr>
      <w:r w:rsidRPr="00B257A1">
        <w:rPr>
          <w:i/>
        </w:rPr>
        <w:t>New Concepts in Commerce</w:t>
      </w:r>
      <w:r w:rsidRPr="000E59EE">
        <w:rPr>
          <w:i/>
        </w:rPr>
        <w:t xml:space="preserve"> Second </w:t>
      </w:r>
      <w:r>
        <w:rPr>
          <w:i/>
        </w:rPr>
        <w:t>e</w:t>
      </w:r>
      <w:r w:rsidRPr="000E59EE">
        <w:rPr>
          <w:i/>
        </w:rPr>
        <w:t>dition</w:t>
      </w:r>
    </w:p>
    <w:p w14:paraId="761EA466" w14:textId="3286085F" w:rsidR="0039519E" w:rsidRPr="003D43DE" w:rsidRDefault="00E53015" w:rsidP="00B1042B">
      <w:pPr>
        <w:pStyle w:val="worksheetchapterline"/>
        <w:tabs>
          <w:tab w:val="left" w:pos="7620"/>
        </w:tabs>
        <w:spacing w:before="60"/>
        <w:rPr>
          <w:lang w:val="fr-FR"/>
        </w:rPr>
      </w:pP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editId="6A895B72">
                <wp:simplePos x="0" y="0"/>
                <wp:positionH relativeFrom="column">
                  <wp:posOffset>15240</wp:posOffset>
                </wp:positionH>
                <wp:positionV relativeFrom="paragraph">
                  <wp:posOffset>20955</wp:posOffset>
                </wp:positionV>
                <wp:extent cx="6324600" cy="304800"/>
                <wp:effectExtent l="0" t="0" r="0" b="0"/>
                <wp:wrapNone/>
                <wp:docPr id="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4600" cy="304800"/>
                          <a:chOff x="1101" y="1624"/>
                          <a:chExt cx="9960" cy="480"/>
                        </a:xfrm>
                      </wpg:grpSpPr>
                      <wps:wsp>
                        <wps:cNvPr id="4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8781" y="1624"/>
                            <a:ext cx="2280" cy="480"/>
                          </a:xfrm>
                          <a:prstGeom prst="roundRect">
                            <a:avLst>
                              <a:gd name="adj" fmla="val 37500"/>
                            </a:avLst>
                          </a:prstGeom>
                          <a:solidFill>
                            <a:srgbClr xmlns:a14="http://schemas.microsoft.com/office/drawing/2007/7/7/main" val="000000" mc:Ignorable=""/>
                          </a:solidFill>
                          <a:ln w="9525">
                            <a:solidFill>
                              <a:srgbClr xmlns:a14="http://schemas.microsoft.com/office/drawing/2007/7/7/main" val="000000" mc:Ignorable="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53640926-AAD7-44d8-BBD7-CCE9431645EC}">
                              <a14:shadowObscured xmlns:a14="http://schemas.microsoft.com/office/drawing/2007/7/7/main" val="1"/>
                            </a:ext>
                          </a:extLst>
                        </wps:spPr>
                        <wps:textbox txbxStory="0" txbxSeq="0">
                          <w:txbxContent>
                            <w:p w14:paraId="235905E1" w14:textId="77777777" w:rsidR="0018543D" w:rsidRDefault="004B1623" w:rsidP="0018543D">
                              <w:pPr>
                                <w:pStyle w:val="worksheeticontext"/>
                              </w:pPr>
                              <w:r>
                                <w:t xml:space="preserve">Worksheet </w:t>
                              </w:r>
                              <w:r w:rsidR="0011428C">
                                <w:t>2</w:t>
                              </w:r>
                              <w:r w:rsidR="0018543D">
                                <w:t>.</w:t>
                              </w:r>
                              <w:r w:rsidR="006033B3">
                                <w:t>3</w:t>
                              </w:r>
                            </w:p>
                            <w:p w14:paraId="29435D42" w14:textId="77777777" w:rsidR="006033B3" w:rsidRDefault="006033B3" w:rsidP="0018543D">
                              <w:pPr>
                                <w:pStyle w:val="worksheeticontext"/>
                              </w:pPr>
                            </w:p>
                            <w:p w14:paraId="185D829F" w14:textId="77777777" w:rsidR="0018543D" w:rsidRDefault="0018543D"/>
                          </w:txbxContent>
                        </wps:textbo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1"/>
                        <wps:cNvCnPr/>
                        <wps:spPr bwMode="auto">
                          <a:xfrm>
                            <a:off x="1101" y="1624"/>
                            <a:ext cx="99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xmlns:a14="http://schemas.microsoft.com/office/drawing/2007/7/7/main" val="000000" mc:Ignorable="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07/7/7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07/7/7/main" val="1"/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1.2pt;margin-top:1.65pt;width:498pt;height:24pt;z-index:251658240" coordorigin="1101,1624" coordsize="996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">
                <v:roundrect id="AutoShape 12" o:spid="_x0000_s1027" style="position:absolute;left:8781;top:1624;width:2280;height:480;visibility:visible;mso-wrap-style:square;v-text-anchor:top" arcsize=".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q6BMQA&#10;AADaAAAADwAAAGRycy9kb3ducmV2LnhtbESPT4vCMBTE78J+h/AW9iKa7voHrUYRQREFwerB47N5&#10;2xabl9JErd9+syB4HGbmN8x03phS3Kl2hWUF390IBHFqdcGZgtNx1RmBcB5ZY2mZFDzJwXz20Zpi&#10;rO2DD3RPfCYChF2MCnLvq1hKl+Zk0HVtRRy8X1sb9EHWmdQ1PgLclPIniobSYMFhIceKljml1+Rm&#10;FFx3522ybo/X+rLvSdwOdoXtXZT6+mwWExCeGv8Ov9obraAP/1fCDZ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augTEAAAA2gAAAA8AAAAAAAAAAAAAAAAAmAIAAGRycy9k&#10;b3ducmV2LnhtbFBLBQYAAAAABAAEAPUAAACJAwAAAAA=&#10;" fillcolor="black">
                  <v:textbox>
                    <w:txbxContent>
                      <w:p w14:paraId="235905E1" w14:textId="77777777" w:rsidR="0018543D" w:rsidRDefault="004B1623" w:rsidP="0018543D">
                        <w:pPr>
                          <w:pStyle w:val="worksheeticontext"/>
                        </w:pPr>
                        <w:r>
                          <w:t xml:space="preserve">Worksheet </w:t>
                        </w:r>
                        <w:r w:rsidR="0011428C">
                          <w:t>2</w:t>
                        </w:r>
                        <w:r w:rsidR="0018543D">
                          <w:t>.</w:t>
                        </w:r>
                        <w:r w:rsidR="006033B3">
                          <w:t>3</w:t>
                        </w:r>
                      </w:p>
                      <w:p w14:paraId="29435D42" w14:textId="77777777" w:rsidR="006033B3" w:rsidRDefault="006033B3" w:rsidP="0018543D">
                        <w:pPr>
                          <w:pStyle w:val="worksheeticontext"/>
                        </w:pPr>
                      </w:p>
                      <w:p w14:paraId="185D829F" w14:textId="77777777" w:rsidR="0018543D" w:rsidRDefault="0018543D"/>
                    </w:txbxContent>
                  </v:textbox>
                </v:roundrect>
                <v:line id="Line 11" o:spid="_x0000_s1028" style="position:absolute;visibility:visible;mso-wrap-style:square" from="1101,1624" to="11061,1624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BD1MQAAADaAAAADwAAAGRycy9kb3ducmV2LnhtbESPQWvCQBSE7wX/w/KEXqTZGGkpaTYi&#10;2oAHL9qWXh/Z1yQ0+zZmtzH117uC4HGYmW+YbDmaVgzUu8aygnkUgyAurW64UvD5UTy9gnAeWWNr&#10;mRT8k4NlPnnIMNX2xHsaDr4SAcIuRQW1910qpStrMugi2xEH78f2Bn2QfSV1j6cAN61M4vhFGmw4&#10;LNTY0bqm8vfwZxS44ouOxXlWzuLvRWUpOW5276jU43RcvYHwNPp7+NbeagXPcL0SboDM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EEPUxAAAANoAAAAPAAAAAAAAAAAA&#10;AAAAAKECAABkcnMvZG93bnJldi54bWxQSwUGAAAAAAQABAD5AAAAkgMAAAAA&#10;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editId="570ED029">
                <wp:simplePos x="0" y="0"/>
                <wp:positionH relativeFrom="column">
                  <wp:posOffset>5273040</wp:posOffset>
                </wp:positionH>
                <wp:positionV relativeFrom="paragraph">
                  <wp:posOffset>20955</wp:posOffset>
                </wp:positionV>
                <wp:extent cx="1066800" cy="304800"/>
                <wp:effectExtent l="0" t="0" r="0" b="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08/6/28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07/7/7/main" val="000000" mc:Ignorable=""/>
                        </a:solidFill>
                        <a:ln w="9525">
                          <a:solidFill>
                            <a:srgbClr xmlns:a14="http://schemas.microsoft.com/office/drawing/2007/7/7/main" val="000000" mc:Ignorable=""/>
                          </a:solidFill>
                          <a:miter lim="800000"/>
                          <a:headEnd/>
                          <a:tailEnd/>
                        </a:ln>
                        <a:extLst>
                          <a:ext uri="{53640926-AAD7-44d8-BBD7-CCE9431645EC}">
                            <a14:shadowObscured xmlns:a14="http://schemas.microsoft.com/office/drawing/2007/7/7/main" val="1"/>
                          </a:ext>
                        </a:extLst>
                      </wps:spPr>
                      <wps:textbox txbxStory="1" txbxSeq="0">
                        <w:txbxContent>
                          <w:p w14:paraId="54EE8844" w14:textId="77777777" w:rsidR="0039519E" w:rsidRDefault="0039519E" w:rsidP="0018543D"/>
                        </w:txbxContent>
                      </wps:textbo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margin-left:415.2pt;margin-top:1.65pt;width:84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" fillcolor="black">
                <v:textbox>
                  <w:txbxContent>
                    <w:p w14:paraId="54EE8844" w14:textId="77777777" w:rsidR="0039519E" w:rsidRDefault="0039519E" w:rsidP="0018543D"/>
                  </w:txbxContent>
                </v:textbox>
              </v:rect>
            </w:pict>
          </mc:Fallback>
        </mc:AlternateContent>
      </w:r>
      <w:proofErr w:type="spellStart"/>
      <w:r w:rsidR="0039519E" w:rsidRPr="003D43DE">
        <w:rPr>
          <w:lang w:val="fr-FR"/>
        </w:rPr>
        <w:t>Chapter</w:t>
      </w:r>
      <w:proofErr w:type="spellEnd"/>
      <w:r w:rsidR="0039519E" w:rsidRPr="003D43DE">
        <w:rPr>
          <w:lang w:val="fr-FR"/>
        </w:rPr>
        <w:t xml:space="preserve"> </w:t>
      </w:r>
      <w:r w:rsidR="00DF239B">
        <w:rPr>
          <w:lang w:val="fr-FR"/>
        </w:rPr>
        <w:t>2</w:t>
      </w:r>
      <w:r w:rsidR="0039519E" w:rsidRPr="003D43DE">
        <w:rPr>
          <w:lang w:val="fr-FR"/>
        </w:rPr>
        <w:t xml:space="preserve">: </w:t>
      </w:r>
      <w:proofErr w:type="spellStart"/>
      <w:r w:rsidR="0011428C" w:rsidRPr="003D43DE">
        <w:rPr>
          <w:lang w:val="fr-FR"/>
        </w:rPr>
        <w:t>Personal</w:t>
      </w:r>
      <w:proofErr w:type="spellEnd"/>
      <w:r w:rsidR="0011428C" w:rsidRPr="003D43DE">
        <w:rPr>
          <w:lang w:val="fr-FR"/>
        </w:rPr>
        <w:t xml:space="preserve"> finance</w:t>
      </w:r>
      <w:r w:rsidR="00D9641F" w:rsidRPr="003D43DE">
        <w:rPr>
          <w:lang w:val="fr-FR"/>
        </w:rPr>
        <w:t xml:space="preserve">, pages </w:t>
      </w:r>
      <w:r w:rsidR="006033B3">
        <w:rPr>
          <w:lang w:val="fr-FR"/>
        </w:rPr>
        <w:t>5</w:t>
      </w:r>
      <w:r w:rsidR="00AC4C8B">
        <w:rPr>
          <w:lang w:val="fr-FR"/>
        </w:rPr>
        <w:t>0</w:t>
      </w:r>
      <w:r w:rsidR="00D9641F" w:rsidRPr="003D43DE">
        <w:rPr>
          <w:lang w:val="fr-FR"/>
        </w:rPr>
        <w:t>–</w:t>
      </w:r>
      <w:r w:rsidR="006033B3">
        <w:rPr>
          <w:lang w:val="fr-FR"/>
        </w:rPr>
        <w:t>5</w:t>
      </w:r>
      <w:r w:rsidR="00BA6479" w:rsidRPr="003D43DE">
        <w:rPr>
          <w:lang w:val="fr-FR"/>
        </w:rPr>
        <w:t>1</w:t>
      </w:r>
      <w:r w:rsidR="00B1042B" w:rsidRPr="003D43DE">
        <w:rPr>
          <w:lang w:val="fr-FR"/>
        </w:rPr>
        <w:tab/>
      </w:r>
    </w:p>
    <w:p w14:paraId="1095E008" w14:textId="77777777" w:rsidR="0039519E" w:rsidRPr="003D43DE" w:rsidRDefault="00D5328C" w:rsidP="00D5328C">
      <w:pPr>
        <w:pStyle w:val="worksheettitle"/>
        <w:rPr>
          <w:lang w:val="fr-FR"/>
        </w:rPr>
      </w:pPr>
      <w:r>
        <w:t>Making a budget</w:t>
      </w:r>
    </w:p>
    <w:p w14:paraId="60C059DD" w14:textId="77777777" w:rsidR="00D9641F" w:rsidRDefault="00D9641F" w:rsidP="00D9641F">
      <w:pPr>
        <w:pStyle w:val="Eachworksheetline"/>
        <w:rPr>
          <w:sz w:val="22"/>
          <w:szCs w:val="22"/>
        </w:rPr>
      </w:pPr>
      <w:r>
        <w:t>Student:</w:t>
      </w:r>
      <w:r>
        <w:rPr>
          <w:rStyle w:val="6ptforleaders"/>
          <w:rFonts w:ascii="ArialMT" w:hAnsi="ArialMT"/>
        </w:rPr>
        <w:tab/>
      </w:r>
      <w:r>
        <w:rPr>
          <w:rStyle w:val="6ptforleaders"/>
          <w:rFonts w:ascii="MS Gothic" w:eastAsia="MS Gothic" w:hAnsi="MS Gothic" w:cs="MS Gothic" w:hint="eastAsia"/>
        </w:rPr>
        <w:t> </w:t>
      </w:r>
      <w:r>
        <w:t>Class:</w:t>
      </w:r>
      <w:r>
        <w:rPr>
          <w:rStyle w:val="6ptforleaders"/>
          <w:rFonts w:ascii="ArialMT" w:hAnsi="ArialMT"/>
        </w:rPr>
        <w:tab/>
      </w:r>
      <w:r>
        <w:rPr>
          <w:rStyle w:val="6ptforleaders"/>
          <w:rFonts w:ascii="MS Gothic" w:eastAsia="MS Gothic" w:hAnsi="MS Gothic" w:cs="MS Gothic" w:hint="eastAsia"/>
        </w:rPr>
        <w:t> </w:t>
      </w:r>
      <w:r>
        <w:t>Teacher:</w:t>
      </w:r>
      <w:r>
        <w:rPr>
          <w:rStyle w:val="6ptforleaders"/>
          <w:rFonts w:ascii="ArialMT" w:hAnsi="ArialMT"/>
        </w:rPr>
        <w:tab/>
      </w:r>
      <w:r>
        <w:rPr>
          <w:rStyle w:val="6ptforleaders"/>
          <w:rFonts w:ascii="MS Gothic" w:eastAsia="MS Gothic" w:hAnsi="MS Gothic" w:cs="MS Gothic" w:hint="eastAsia"/>
        </w:rPr>
        <w:t> </w:t>
      </w:r>
      <w:r>
        <w:t>Due date:</w:t>
      </w:r>
      <w:r>
        <w:rPr>
          <w:rStyle w:val="6ptforleaders"/>
          <w:rFonts w:ascii="ArialMT" w:hAnsi="ArialMT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5641"/>
      </w:tblGrid>
      <w:tr w:rsidR="007E79F5" w14:paraId="6532A03B" w14:textId="77777777" w:rsidTr="00621951">
        <w:tc>
          <w:tcPr>
            <w:tcW w:w="4320" w:type="dxa"/>
          </w:tcPr>
          <w:p w14:paraId="4E444DA6" w14:textId="77777777" w:rsidR="007E79F5" w:rsidRDefault="007E79F5" w:rsidP="00491360">
            <w:pPr>
              <w:pStyle w:val="worksheetbody"/>
            </w:pPr>
            <w:r>
              <w:t xml:space="preserve">Despite having a total weekly income of $60.50 from an allowance from her parents and from a Saturday job, Dana </w:t>
            </w:r>
            <w:proofErr w:type="spellStart"/>
            <w:r>
              <w:t>Stockland</w:t>
            </w:r>
            <w:proofErr w:type="spellEnd"/>
            <w:r>
              <w:t xml:space="preserve"> is always short of money. When a friend suggests that she budgets, Dana decides to give it a try. In her first attempt, as shown in the table below, the total</w:t>
            </w:r>
            <w:r w:rsidR="00083471">
              <w:t xml:space="preserve"> </w:t>
            </w:r>
            <w:r>
              <w:t>of her expenses was greater than her income, and she has allowed nothing for savings.</w:t>
            </w:r>
          </w:p>
        </w:tc>
        <w:tc>
          <w:tcPr>
            <w:tcW w:w="5641" w:type="dxa"/>
          </w:tcPr>
          <w:p w14:paraId="2D63B565" w14:textId="22C1EFFF" w:rsidR="007E79F5" w:rsidRDefault="00E53015" w:rsidP="006F5CCC">
            <w:pPr>
              <w:pStyle w:val="Body1fullwidthleaders"/>
              <w:jc w:val="center"/>
              <w:rPr>
                <w:w w:val="100"/>
              </w:rPr>
            </w:pPr>
            <w:r>
              <w:rPr>
                <w:noProof/>
                <w:w w:val="100"/>
                <w:lang w:val="en-AU" w:eastAsia="en-AU"/>
              </w:rPr>
              <w:drawing>
                <wp:inline distT="0" distB="0" distL="0" distR="0" wp14:editId="03F68110">
                  <wp:extent cx="2981325" cy="1638300"/>
                  <wp:effectExtent l="0" t="0" r="0" b="0"/>
                  <wp:docPr id="1" name="Picture 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28A0092B-C50C-407e-A947-70E740481C1C">
                                <a14:useLocalDpi xmlns:a14="http://schemas.microsoft.com/office/drawing/2007/7/7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638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07/7/7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07/7/7/main" w="9525">
                                <a:solidFill>
                                  <a:srgbClr val="000000" mc:Ignorable="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53640926-AAD7-44d8-BBD7-CCE9431645EC}">
                              <a14:shadowObscured xmlns:a14="http://schemas.microsoft.com/office/drawing/2007/7/7/main" val="1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39EEA5" w14:textId="77777777" w:rsidR="006033B3" w:rsidRDefault="006033B3" w:rsidP="00621951">
      <w:pPr>
        <w:pStyle w:val="worksheetsubhead"/>
        <w:spacing w:before="200"/>
      </w:pPr>
      <w:r>
        <w:t>Instructions</w:t>
      </w:r>
    </w:p>
    <w:p w14:paraId="63850967" w14:textId="77777777" w:rsidR="006033B3" w:rsidRDefault="006033B3" w:rsidP="00172F53">
      <w:pPr>
        <w:pStyle w:val="worksheetlist"/>
        <w:numPr>
          <w:ilvl w:val="0"/>
          <w:numId w:val="30"/>
        </w:numPr>
        <w:spacing w:after="240"/>
        <w:rPr>
          <w:b/>
        </w:rPr>
      </w:pPr>
      <w:r w:rsidRPr="00172F53">
        <w:rPr>
          <w:b/>
        </w:rPr>
        <w:t>In the right-hand column of the table, headed ‘Revised estimates’, show how you think Dana should revise her spending plan in order to make the best use of her income.</w:t>
      </w:r>
    </w:p>
    <w:p w14:paraId="01C6AFFB" w14:textId="77777777" w:rsidR="00172F53" w:rsidRPr="00172F53" w:rsidRDefault="00172F53" w:rsidP="00172F53">
      <w:pPr>
        <w:pStyle w:val="NoParagraphStyle"/>
        <w:rPr>
          <w:lang w:val="en-GB"/>
        </w:rPr>
      </w:pPr>
    </w:p>
    <w:tbl>
      <w:tblPr>
        <w:tblW w:w="0" w:type="auto"/>
        <w:tblInd w:w="200" w:type="dxa"/>
        <w:tblBorders>
          <w:insideH w:val="single" w:sz="4" w:space="0" w:color="000000"/>
        </w:tblBorders>
        <w:tblCellMar>
          <w:top w:w="40" w:type="dxa"/>
          <w:left w:w="80" w:type="dxa"/>
          <w:bottom w:w="40" w:type="dxa"/>
          <w:right w:w="80" w:type="dxa"/>
        </w:tblCellMar>
        <w:tblLook w:val="0000" w:firstRow="0" w:lastRow="0" w:firstColumn="0" w:lastColumn="0" w:noHBand="0" w:noVBand="0"/>
      </w:tblPr>
      <w:tblGrid>
        <w:gridCol w:w="1113"/>
        <w:gridCol w:w="820"/>
        <w:gridCol w:w="1641"/>
        <w:gridCol w:w="1268"/>
        <w:gridCol w:w="1471"/>
        <w:gridCol w:w="352"/>
      </w:tblGrid>
      <w:tr w:rsidR="006033B3" w14:paraId="16C51B7F" w14:textId="77777777" w:rsidTr="00D03EAA">
        <w:trPr>
          <w:trHeight w:val="60"/>
        </w:trPr>
        <w:tc>
          <w:tcPr>
            <w:tcW w:w="0" w:type="auto"/>
            <w:gridSpan w:val="6"/>
            <w:tcBorders>
              <w:top w:val="nil"/>
              <w:bottom w:val="single" w:sz="4" w:space="0" w:color="000000"/>
            </w:tcBorders>
            <w:shd w:val="solid" w:color="000000" w:fill="4C4C4C"/>
            <w:tcMar>
              <w:top w:w="100" w:type="dxa"/>
              <w:left w:w="120" w:type="dxa"/>
              <w:bottom w:w="100" w:type="dxa"/>
              <w:right w:w="120" w:type="dxa"/>
            </w:tcMar>
            <w:vAlign w:val="bottom"/>
          </w:tcPr>
          <w:p w14:paraId="3E59D174" w14:textId="77777777" w:rsidR="006033B3" w:rsidRDefault="006033B3" w:rsidP="00506B14">
            <w:pPr>
              <w:pStyle w:val="worksheettablehead"/>
            </w:pPr>
            <w:r>
              <w:t xml:space="preserve">Budget for Dana </w:t>
            </w:r>
            <w:proofErr w:type="spellStart"/>
            <w:r>
              <w:t>Stockland</w:t>
            </w:r>
            <w:proofErr w:type="spellEnd"/>
          </w:p>
        </w:tc>
      </w:tr>
      <w:tr w:rsidR="006033B3" w14:paraId="7B148071" w14:textId="77777777" w:rsidTr="00D03EAA">
        <w:trPr>
          <w:trHeight w:val="60"/>
        </w:trPr>
        <w:tc>
          <w:tcPr>
            <w:tcW w:w="0" w:type="auto"/>
            <w:gridSpan w:val="2"/>
            <w:tcBorders>
              <w:top w:val="single" w:sz="4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bottom"/>
          </w:tcPr>
          <w:p w14:paraId="22BCA524" w14:textId="77777777" w:rsidR="006033B3" w:rsidRDefault="006033B3" w:rsidP="000F3CC9">
            <w:pPr>
              <w:pStyle w:val="worksheetbody"/>
              <w:jc w:val="center"/>
            </w:pPr>
            <w:r>
              <w:t>Income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bottom"/>
          </w:tcPr>
          <w:p w14:paraId="3A180CED" w14:textId="77777777" w:rsidR="006033B3" w:rsidRDefault="006033B3" w:rsidP="008159B6">
            <w:pPr>
              <w:pStyle w:val="worksheetbody"/>
              <w:jc w:val="center"/>
            </w:pPr>
            <w:r>
              <w:t>Estimated expenses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vAlign w:val="bottom"/>
          </w:tcPr>
          <w:p w14:paraId="47B4B870" w14:textId="77777777" w:rsidR="006033B3" w:rsidRDefault="006033B3" w:rsidP="00506B14">
            <w:pPr>
              <w:pStyle w:val="worksheetbody"/>
            </w:pPr>
            <w:r>
              <w:t>Revised estimates</w:t>
            </w:r>
          </w:p>
        </w:tc>
      </w:tr>
      <w:tr w:rsidR="006033B3" w14:paraId="192A8350" w14:textId="77777777" w:rsidTr="00A23A2F">
        <w:trPr>
          <w:trHeight w:val="60"/>
        </w:trPr>
        <w:tc>
          <w:tcPr>
            <w:tcW w:w="0" w:type="auto"/>
            <w:vAlign w:val="bottom"/>
          </w:tcPr>
          <w:p w14:paraId="5C90747F" w14:textId="77777777" w:rsidR="006033B3" w:rsidRDefault="006033B3" w:rsidP="00506B14">
            <w:pPr>
              <w:pStyle w:val="worksheetbody"/>
            </w:pPr>
            <w:r>
              <w:t>Allowance</w:t>
            </w:r>
          </w:p>
        </w:tc>
        <w:tc>
          <w:tcPr>
            <w:tcW w:w="0" w:type="auto"/>
            <w:vAlign w:val="bottom"/>
          </w:tcPr>
          <w:p w14:paraId="2CD2194F" w14:textId="77777777" w:rsidR="006033B3" w:rsidRDefault="006033B3" w:rsidP="006066FC">
            <w:pPr>
              <w:pStyle w:val="worksheetbody"/>
              <w:tabs>
                <w:tab w:val="decimal" w:pos="323"/>
              </w:tabs>
            </w:pPr>
            <w:r>
              <w:t>$15.00</w:t>
            </w:r>
          </w:p>
        </w:tc>
        <w:tc>
          <w:tcPr>
            <w:tcW w:w="1641" w:type="dxa"/>
            <w:vAlign w:val="bottom"/>
          </w:tcPr>
          <w:p w14:paraId="1321B821" w14:textId="77777777" w:rsidR="006033B3" w:rsidRDefault="006033B3" w:rsidP="00506B14">
            <w:pPr>
              <w:pStyle w:val="worksheetbody"/>
            </w:pPr>
            <w:r>
              <w:t>Savings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0FA187F5" w14:textId="77777777" w:rsidR="006033B3" w:rsidRDefault="006033B3" w:rsidP="00A23A2F">
            <w:pPr>
              <w:pStyle w:val="worksheetbody"/>
              <w:jc w:val="right"/>
            </w:pPr>
            <w:r>
              <w:t>$ 0.00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2E97DCC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$26.00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128BD301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0FB46282" w14:textId="77777777" w:rsidTr="00A23A2F">
        <w:trPr>
          <w:trHeight w:val="60"/>
        </w:trPr>
        <w:tc>
          <w:tcPr>
            <w:tcW w:w="0" w:type="auto"/>
            <w:vAlign w:val="bottom"/>
          </w:tcPr>
          <w:p w14:paraId="0EFC6583" w14:textId="77777777" w:rsidR="006033B3" w:rsidRDefault="006033B3" w:rsidP="00506B14">
            <w:pPr>
              <w:pStyle w:val="worksheetbody"/>
            </w:pPr>
            <w:r>
              <w:t>Earnings</w:t>
            </w:r>
          </w:p>
        </w:tc>
        <w:tc>
          <w:tcPr>
            <w:tcW w:w="0" w:type="auto"/>
            <w:vAlign w:val="bottom"/>
          </w:tcPr>
          <w:p w14:paraId="03CF1714" w14:textId="77777777" w:rsidR="006033B3" w:rsidRDefault="006066FC" w:rsidP="006066FC">
            <w:pPr>
              <w:pStyle w:val="worksheetbody"/>
              <w:tabs>
                <w:tab w:val="decimal" w:pos="323"/>
              </w:tabs>
            </w:pPr>
            <w:r>
              <w:t>45.50</w:t>
            </w:r>
          </w:p>
        </w:tc>
        <w:tc>
          <w:tcPr>
            <w:tcW w:w="1641" w:type="dxa"/>
            <w:vAlign w:val="bottom"/>
          </w:tcPr>
          <w:p w14:paraId="3AB50E7E" w14:textId="77777777" w:rsidR="006033B3" w:rsidRDefault="006033B3" w:rsidP="00506B14">
            <w:pPr>
              <w:pStyle w:val="worksheetbody"/>
            </w:pPr>
            <w:r>
              <w:t>Lunches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4EF9C267" w14:textId="77777777" w:rsidR="006033B3" w:rsidRDefault="006033B3" w:rsidP="00A23A2F">
            <w:pPr>
              <w:pStyle w:val="worksheetbody"/>
              <w:jc w:val="right"/>
            </w:pPr>
            <w:r>
              <w:t xml:space="preserve"> 15.00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EA3BFF5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4B081257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7D92B70E" w14:textId="77777777" w:rsidTr="00A23A2F">
        <w:trPr>
          <w:trHeight w:val="60"/>
        </w:trPr>
        <w:tc>
          <w:tcPr>
            <w:tcW w:w="0" w:type="auto"/>
            <w:vAlign w:val="bottom"/>
          </w:tcPr>
          <w:p w14:paraId="1633D2F8" w14:textId="77777777" w:rsidR="006033B3" w:rsidRDefault="006033B3" w:rsidP="00506B14">
            <w:pPr>
              <w:pStyle w:val="worksheetbody"/>
            </w:pPr>
          </w:p>
        </w:tc>
        <w:tc>
          <w:tcPr>
            <w:tcW w:w="0" w:type="auto"/>
            <w:vAlign w:val="bottom"/>
          </w:tcPr>
          <w:p w14:paraId="5D314158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vAlign w:val="bottom"/>
          </w:tcPr>
          <w:p w14:paraId="45A4B139" w14:textId="77777777" w:rsidR="006033B3" w:rsidRDefault="006033B3" w:rsidP="00506B14">
            <w:pPr>
              <w:pStyle w:val="worksheetbody"/>
            </w:pPr>
            <w:r>
              <w:t>Sport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5A2FB2E5" w14:textId="77777777" w:rsidR="006033B3" w:rsidRDefault="006033B3" w:rsidP="00A23A2F">
            <w:pPr>
              <w:pStyle w:val="worksheetbody"/>
              <w:jc w:val="right"/>
            </w:pPr>
            <w:r>
              <w:t xml:space="preserve"> 7.50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2EED733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7.50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4FC2C1D4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76941D4B" w14:textId="77777777" w:rsidTr="00A23A2F">
        <w:trPr>
          <w:trHeight w:val="60"/>
        </w:trPr>
        <w:tc>
          <w:tcPr>
            <w:tcW w:w="0" w:type="auto"/>
            <w:vAlign w:val="bottom"/>
          </w:tcPr>
          <w:p w14:paraId="00859A83" w14:textId="77777777" w:rsidR="006033B3" w:rsidRDefault="006033B3" w:rsidP="00506B14">
            <w:pPr>
              <w:pStyle w:val="worksheetbody"/>
            </w:pPr>
          </w:p>
        </w:tc>
        <w:tc>
          <w:tcPr>
            <w:tcW w:w="0" w:type="auto"/>
            <w:vAlign w:val="bottom"/>
          </w:tcPr>
          <w:p w14:paraId="208541F9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vAlign w:val="bottom"/>
          </w:tcPr>
          <w:p w14:paraId="3340B1A5" w14:textId="77777777" w:rsidR="006033B3" w:rsidRDefault="006033B3" w:rsidP="00506B14">
            <w:pPr>
              <w:pStyle w:val="worksheetbody"/>
            </w:pPr>
            <w:r>
              <w:t>Magazines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53EBD128" w14:textId="77777777" w:rsidR="006033B3" w:rsidRDefault="006033B3" w:rsidP="00A23A2F">
            <w:pPr>
              <w:pStyle w:val="worksheetbody"/>
              <w:jc w:val="right"/>
            </w:pPr>
            <w:r>
              <w:t xml:space="preserve"> 11.50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8C3D54C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5.00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2BDA73AA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210B67AE" w14:textId="77777777" w:rsidTr="00A23A2F">
        <w:trPr>
          <w:trHeight w:val="60"/>
        </w:trPr>
        <w:tc>
          <w:tcPr>
            <w:tcW w:w="0" w:type="auto"/>
            <w:vAlign w:val="bottom"/>
          </w:tcPr>
          <w:p w14:paraId="2B34AC9A" w14:textId="77777777" w:rsidR="006033B3" w:rsidRDefault="006033B3" w:rsidP="00506B14">
            <w:pPr>
              <w:pStyle w:val="worksheetbody"/>
            </w:pPr>
          </w:p>
        </w:tc>
        <w:tc>
          <w:tcPr>
            <w:tcW w:w="0" w:type="auto"/>
            <w:vAlign w:val="bottom"/>
          </w:tcPr>
          <w:p w14:paraId="1ECE4838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vAlign w:val="bottom"/>
          </w:tcPr>
          <w:p w14:paraId="6AB54FA1" w14:textId="77777777" w:rsidR="006033B3" w:rsidRDefault="006033B3" w:rsidP="00506B14">
            <w:pPr>
              <w:pStyle w:val="worksheetbody"/>
            </w:pPr>
            <w:r>
              <w:t>Entertainment/</w:t>
            </w:r>
          </w:p>
          <w:p w14:paraId="48BCB1AC" w14:textId="77777777" w:rsidR="006033B3" w:rsidRDefault="006033B3" w:rsidP="00506B14">
            <w:pPr>
              <w:pStyle w:val="worksheetbody"/>
            </w:pPr>
            <w:r>
              <w:t>recreation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09F8F9B1" w14:textId="77777777" w:rsidR="006033B3" w:rsidRDefault="006033B3" w:rsidP="00A23A2F">
            <w:pPr>
              <w:pStyle w:val="worksheetbody"/>
              <w:jc w:val="right"/>
            </w:pPr>
            <w:r>
              <w:t xml:space="preserve"> 22.00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F8FA57D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11.00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34CC6A01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45FB6960" w14:textId="77777777" w:rsidTr="00A23A2F">
        <w:trPr>
          <w:trHeight w:val="60"/>
        </w:trPr>
        <w:tc>
          <w:tcPr>
            <w:tcW w:w="0" w:type="auto"/>
            <w:vAlign w:val="bottom"/>
          </w:tcPr>
          <w:p w14:paraId="4D954458" w14:textId="77777777" w:rsidR="006033B3" w:rsidRDefault="006033B3" w:rsidP="00506B14">
            <w:pPr>
              <w:pStyle w:val="worksheetbody"/>
            </w:pPr>
            <w:r>
              <w:t xml:space="preserve"> </w:t>
            </w:r>
          </w:p>
        </w:tc>
        <w:tc>
          <w:tcPr>
            <w:tcW w:w="0" w:type="auto"/>
            <w:vAlign w:val="bottom"/>
          </w:tcPr>
          <w:p w14:paraId="726BBE68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vAlign w:val="bottom"/>
          </w:tcPr>
          <w:p w14:paraId="2A747ED7" w14:textId="77777777" w:rsidR="006033B3" w:rsidRDefault="006033B3" w:rsidP="00506B14">
            <w:pPr>
              <w:pStyle w:val="worksheetbody"/>
            </w:pPr>
            <w:r>
              <w:t>Bus fares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5232B6AD" w14:textId="77777777" w:rsidR="006033B3" w:rsidRDefault="006033B3" w:rsidP="00A23A2F">
            <w:pPr>
              <w:pStyle w:val="worksheetbody"/>
              <w:jc w:val="right"/>
            </w:pPr>
            <w:r>
              <w:t xml:space="preserve"> 5.00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E96EA01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5.00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7E9C1C6C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553EA172" w14:textId="77777777" w:rsidTr="00A23A2F">
        <w:trPr>
          <w:trHeight w:val="60"/>
        </w:trPr>
        <w:tc>
          <w:tcPr>
            <w:tcW w:w="0" w:type="auto"/>
            <w:vAlign w:val="bottom"/>
          </w:tcPr>
          <w:p w14:paraId="59065161" w14:textId="77777777" w:rsidR="006033B3" w:rsidRDefault="006033B3" w:rsidP="00506B14">
            <w:pPr>
              <w:pStyle w:val="worksheetbody"/>
            </w:pPr>
          </w:p>
        </w:tc>
        <w:tc>
          <w:tcPr>
            <w:tcW w:w="0" w:type="auto"/>
            <w:vAlign w:val="bottom"/>
          </w:tcPr>
          <w:p w14:paraId="626CD758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vAlign w:val="bottom"/>
          </w:tcPr>
          <w:p w14:paraId="048E3466" w14:textId="77777777" w:rsidR="006033B3" w:rsidRDefault="006033B3" w:rsidP="00506B14">
            <w:pPr>
              <w:pStyle w:val="worksheetbody"/>
            </w:pPr>
            <w:r>
              <w:t>School supplies</w:t>
            </w:r>
          </w:p>
        </w:tc>
        <w:tc>
          <w:tcPr>
            <w:tcW w:w="1268" w:type="dxa"/>
            <w:tcMar>
              <w:right w:w="420" w:type="dxa"/>
            </w:tcMar>
            <w:vAlign w:val="bottom"/>
          </w:tcPr>
          <w:p w14:paraId="5E7CCFF8" w14:textId="77777777" w:rsidR="006033B3" w:rsidRDefault="006033B3" w:rsidP="00A23A2F">
            <w:pPr>
              <w:pStyle w:val="worksheetbody"/>
              <w:jc w:val="right"/>
            </w:pPr>
            <w:r>
              <w:t xml:space="preserve"> 5.00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5434FA8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3.00</w:t>
            </w:r>
          </w:p>
        </w:tc>
        <w:tc>
          <w:tcPr>
            <w:tcW w:w="0" w:type="auto"/>
            <w:tcMar>
              <w:top w:w="100" w:type="dxa"/>
              <w:left w:w="120" w:type="dxa"/>
              <w:bottom w:w="100" w:type="dxa"/>
            </w:tcMar>
          </w:tcPr>
          <w:p w14:paraId="3253D5D2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5868A442" w14:textId="77777777" w:rsidTr="00A23A2F">
        <w:trPr>
          <w:trHeight w:val="60"/>
        </w:trPr>
        <w:tc>
          <w:tcPr>
            <w:tcW w:w="0" w:type="auto"/>
            <w:tcBorders>
              <w:bottom w:val="single" w:sz="4" w:space="0" w:color="000000"/>
            </w:tcBorders>
            <w:vAlign w:val="bottom"/>
          </w:tcPr>
          <w:p w14:paraId="5EC4692E" w14:textId="77777777" w:rsidR="006033B3" w:rsidRDefault="006033B3" w:rsidP="00506B14">
            <w:pPr>
              <w:pStyle w:val="worksheetbody"/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bottom"/>
          </w:tcPr>
          <w:p w14:paraId="3003F097" w14:textId="77777777" w:rsidR="006033B3" w:rsidRDefault="006033B3" w:rsidP="00506B14">
            <w:pPr>
              <w:pStyle w:val="worksheetbody"/>
            </w:pPr>
          </w:p>
        </w:tc>
        <w:tc>
          <w:tcPr>
            <w:tcW w:w="1641" w:type="dxa"/>
            <w:tcBorders>
              <w:bottom w:val="single" w:sz="4" w:space="0" w:color="000000"/>
            </w:tcBorders>
            <w:vAlign w:val="bottom"/>
          </w:tcPr>
          <w:p w14:paraId="22319365" w14:textId="77777777" w:rsidR="006033B3" w:rsidRDefault="006033B3" w:rsidP="00506B14">
            <w:pPr>
              <w:pStyle w:val="worksheetbody"/>
            </w:pPr>
            <w:r>
              <w:t>Miscellaneous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tcMar>
              <w:right w:w="420" w:type="dxa"/>
            </w:tcMar>
            <w:vAlign w:val="bottom"/>
          </w:tcPr>
          <w:p w14:paraId="62F0488E" w14:textId="77777777" w:rsidR="006033B3" w:rsidRDefault="006033B3" w:rsidP="00A23A2F">
            <w:pPr>
              <w:pStyle w:val="worksheetbody"/>
              <w:jc w:val="right"/>
            </w:pPr>
            <w:r>
              <w:t xml:space="preserve"> 3.00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71C58A3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3.00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100" w:type="dxa"/>
              <w:left w:w="120" w:type="dxa"/>
              <w:bottom w:w="100" w:type="dxa"/>
            </w:tcMar>
          </w:tcPr>
          <w:p w14:paraId="55813204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  <w:tr w:rsidR="006033B3" w14:paraId="50410B68" w14:textId="77777777" w:rsidTr="00A23A2F">
        <w:trPr>
          <w:trHeight w:val="60"/>
        </w:trPr>
        <w:tc>
          <w:tcPr>
            <w:tcW w:w="0" w:type="auto"/>
            <w:tcBorders>
              <w:top w:val="single" w:sz="4" w:space="0" w:color="000000"/>
              <w:bottom w:val="single" w:sz="12" w:space="0" w:color="000000"/>
            </w:tcBorders>
            <w:vAlign w:val="bottom"/>
          </w:tcPr>
          <w:p w14:paraId="41726BE4" w14:textId="77777777" w:rsidR="006033B3" w:rsidRDefault="006033B3" w:rsidP="00506B14">
            <w:pPr>
              <w:pStyle w:val="worksheetbody"/>
              <w:rPr>
                <w:b/>
                <w:bCs/>
              </w:rPr>
            </w:pPr>
            <w:r>
              <w:rPr>
                <w:rStyle w:val="bold"/>
              </w:rPr>
              <w:t>Total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12" w:space="0" w:color="000000"/>
            </w:tcBorders>
            <w:vAlign w:val="bottom"/>
          </w:tcPr>
          <w:p w14:paraId="5DA1E397" w14:textId="77777777" w:rsidR="006033B3" w:rsidRDefault="006033B3" w:rsidP="00506B14">
            <w:pPr>
              <w:pStyle w:val="worksheetbody"/>
            </w:pPr>
            <w:r>
              <w:t xml:space="preserve"> $60.50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12" w:space="0" w:color="000000"/>
            </w:tcBorders>
          </w:tcPr>
          <w:p w14:paraId="26A508ED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000000"/>
              <w:bottom w:val="single" w:sz="12" w:space="0" w:color="000000"/>
            </w:tcBorders>
            <w:tcMar>
              <w:right w:w="420" w:type="dxa"/>
            </w:tcMar>
            <w:vAlign w:val="bottom"/>
          </w:tcPr>
          <w:p w14:paraId="2454233F" w14:textId="77777777" w:rsidR="006033B3" w:rsidRDefault="006033B3" w:rsidP="00A23A2F">
            <w:pPr>
              <w:pStyle w:val="worksheetbody"/>
              <w:jc w:val="right"/>
            </w:pPr>
            <w:r>
              <w:t xml:space="preserve"> $69.00 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12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AD8F5BD" w14:textId="77777777" w:rsidR="006033B3" w:rsidRDefault="00172F5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  <w:r>
              <w:rPr>
                <w:rFonts w:ascii="Lucida Sans" w:hAnsi="Lucida Sans" w:cs="Lucida Sans"/>
                <w:b/>
                <w:bCs/>
                <w:sz w:val="18"/>
                <w:szCs w:val="18"/>
              </w:rPr>
              <w:t>34.50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12" w:space="0" w:color="000000"/>
            </w:tcBorders>
            <w:tcMar>
              <w:top w:w="100" w:type="dxa"/>
              <w:left w:w="120" w:type="dxa"/>
              <w:bottom w:w="100" w:type="dxa"/>
            </w:tcMar>
          </w:tcPr>
          <w:p w14:paraId="005822F0" w14:textId="77777777" w:rsidR="006033B3" w:rsidRDefault="006033B3" w:rsidP="00506B14">
            <w:pPr>
              <w:pStyle w:val="worksheetbody"/>
              <w:rPr>
                <w:rFonts w:ascii="Lucida Sans" w:hAnsi="Lucida Sans" w:cs="Lucida Sans"/>
                <w:b/>
                <w:bCs/>
                <w:sz w:val="18"/>
                <w:szCs w:val="18"/>
              </w:rPr>
            </w:pPr>
          </w:p>
        </w:tc>
      </w:tr>
    </w:tbl>
    <w:p w14:paraId="6A5F73CA" w14:textId="77777777" w:rsidR="006033B3" w:rsidRPr="00564D70" w:rsidRDefault="007F372F" w:rsidP="007F372F">
      <w:pPr>
        <w:pStyle w:val="worksheetlist"/>
        <w:rPr>
          <w:b/>
        </w:rPr>
      </w:pPr>
      <w:r w:rsidRPr="00564D70">
        <w:rPr>
          <w:b/>
        </w:rPr>
        <w:t>2</w:t>
      </w:r>
      <w:r w:rsidR="00F16298" w:rsidRPr="00564D70">
        <w:rPr>
          <w:b/>
        </w:rPr>
        <w:t>.</w:t>
      </w:r>
      <w:r w:rsidRPr="00564D70">
        <w:rPr>
          <w:b/>
        </w:rPr>
        <w:tab/>
      </w:r>
      <w:r w:rsidR="006033B3" w:rsidRPr="00564D70">
        <w:rPr>
          <w:b/>
        </w:rPr>
        <w:t>Explain each of the changes that yo</w:t>
      </w:r>
      <w:r w:rsidR="00621951" w:rsidRPr="00564D70">
        <w:rPr>
          <w:b/>
        </w:rPr>
        <w:t xml:space="preserve">u have made to Dana’s budget. </w:t>
      </w:r>
    </w:p>
    <w:p w14:paraId="6AEA00E5" w14:textId="7D776792" w:rsidR="00172F53" w:rsidRDefault="00172F53" w:rsidP="00172F53">
      <w:pPr>
        <w:pStyle w:val="worksheetlist"/>
      </w:pPr>
      <w:r>
        <w:tab/>
      </w:r>
      <w:r w:rsidR="00564D70">
        <w:t xml:space="preserve">The changes made to Dana’s budget is to; </w:t>
      </w:r>
      <w:r>
        <w:t xml:space="preserve">Cut back on recreational time, take care of school supplies so they </w:t>
      </w:r>
      <w:proofErr w:type="gramStart"/>
      <w:r>
        <w:t>last</w:t>
      </w:r>
      <w:proofErr w:type="gramEnd"/>
      <w:r>
        <w:t xml:space="preserve"> longer, and make her own lunch, and doesn’t have to have that much magazines</w:t>
      </w:r>
    </w:p>
    <w:p w14:paraId="2E313C57" w14:textId="77777777" w:rsidR="001F6866" w:rsidRDefault="001F6866" w:rsidP="00F8133D">
      <w:pPr>
        <w:pStyle w:val="worksheetlist"/>
      </w:pPr>
    </w:p>
    <w:sectPr w:rsidR="001F6866" w:rsidSect="009F1E0B">
      <w:footerReference w:type="even" r:id="rId10"/>
      <w:footerReference w:type="default" r:id="rId11"/>
      <w:type w:val="oddPage"/>
      <w:pgSz w:w="11906" w:h="16838" w:code="9"/>
      <w:pgMar w:top="1077" w:right="868" w:bottom="1418" w:left="1077" w:header="720" w:footer="601" w:gutter="238"/>
      <w:pgNumType w:start="1"/>
      <w:cols w:space="720"/>
      <w:noEndnote/>
    </w:sectPr>
  </w:body>
</w:document>
</file>

<file path=word/endnotes.xml><?xml version="1.0" encoding="utf-8"?>
<w:end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endnote w:type="separator" w:id="-1">
    <w:p w14:paraId="3DF1B99C" w14:textId="77777777" w:rsidR="00311505" w:rsidRDefault="00311505">
      <w:r>
        <w:separator/>
      </w:r>
    </w:p>
  </w:endnote>
  <w:endnote w:type="continuationSeparator" w:id="0">
    <w:p w14:paraId="7810DD14" w14:textId="77777777" w:rsidR="00311505" w:rsidRDefault="00311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Century Schlbk 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LT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lio 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p w14:paraId="611744DE" w14:textId="77777777" w:rsidR="00B1042B" w:rsidRDefault="00B1042B" w:rsidP="008C61BA">
    <w:pPr>
      <w:pStyle w:val="runningfooter"/>
      <w:ind w:firstLine="360"/>
    </w:pPr>
    <w:r>
      <w:sym w:font="Symbol" w:char="F0D3"/>
    </w:r>
    <w:r>
      <w:t xml:space="preserve"> John Wiley &amp; Sons Australia, Ltd 2010.</w:t>
    </w:r>
  </w:p>
  <w:p w14:paraId="54B9DC61" w14:textId="77777777" w:rsidR="00B1042B" w:rsidRDefault="008C61BA" w:rsidP="008C61BA">
    <w:pPr>
      <w:pStyle w:val="runningfooter"/>
      <w:tabs>
        <w:tab w:val="clear" w:pos="300"/>
        <w:tab w:val="right" w:pos="9924"/>
      </w:tabs>
      <w:jc w:val="left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2F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</w:r>
    <w:r w:rsidR="00B1042B">
      <w:t>This sheet may be phot</w:t>
    </w:r>
    <w:r w:rsidR="00074860">
      <w:t>o</w:t>
    </w:r>
    <w:r w:rsidR="00B1042B">
      <w:t>copied for non-commercial classroom use.</w:t>
    </w:r>
  </w:p>
</w:ftr>
</file>

<file path=word/footer2.xml><?xml version="1.0" encoding="utf-8"?>
<w:ftr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p w14:paraId="64B2B396" w14:textId="77777777" w:rsidR="009F1E0B" w:rsidRDefault="006066FC" w:rsidP="009F1E0B">
    <w:pPr>
      <w:pStyle w:val="runningfooter"/>
      <w:tabs>
        <w:tab w:val="right" w:pos="9876"/>
      </w:tabs>
      <w:jc w:val="left"/>
      <w:rPr>
        <w:rStyle w:val="PageNumber"/>
      </w:rPr>
    </w:pPr>
    <w:r>
      <w:sym w:font="Symbol" w:char="F0D3"/>
    </w:r>
    <w:r>
      <w:t xml:space="preserve"> John Wiley &amp; Sons Australia, Ltd 2010.</w:t>
    </w:r>
    <w:r w:rsidR="009F1E0B">
      <w:tab/>
    </w:r>
    <w:r w:rsidR="009F1E0B" w:rsidRPr="00F76C98">
      <w:rPr>
        <w:rStyle w:val="PageNumber"/>
        <w:b/>
      </w:rPr>
      <w:fldChar w:fldCharType="begin"/>
    </w:r>
    <w:r w:rsidR="009F1E0B" w:rsidRPr="00F76C98">
      <w:rPr>
        <w:rStyle w:val="PageNumber"/>
        <w:b/>
      </w:rPr>
      <w:instrText xml:space="preserve">PAGE  </w:instrText>
    </w:r>
    <w:r w:rsidR="009F1E0B" w:rsidRPr="00F76C98">
      <w:rPr>
        <w:rStyle w:val="PageNumber"/>
        <w:b/>
      </w:rPr>
      <w:fldChar w:fldCharType="separate"/>
    </w:r>
    <w:r w:rsidR="00564D70">
      <w:rPr>
        <w:rStyle w:val="PageNumber"/>
        <w:b/>
        <w:noProof/>
      </w:rPr>
      <w:t>1</w:t>
    </w:r>
    <w:r w:rsidR="009F1E0B" w:rsidRPr="00F76C98"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footnote w:type="separator" w:id="-1">
    <w:p w14:paraId="2431D832" w14:textId="77777777" w:rsidR="00311505" w:rsidRDefault="00311505">
      <w:r>
        <w:separator/>
      </w:r>
    </w:p>
  </w:footnote>
  <w:footnote w:type="continuationSeparator" w:id="0">
    <w:p w14:paraId="5202573D" w14:textId="77777777" w:rsidR="00311505" w:rsidRDefault="00311505">
      <w:r>
        <w:continuationSeparator/>
      </w:r>
    </w:p>
  </w:footnote>
</w:footnotes>
</file>

<file path=word/numbering.xml><?xml version="1.0" encoding="utf-8"?>
<w:numbering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abstractNum w:abstractNumId="0">
    <w:nsid w:val="FFFFFF7C"/>
    <w:multiLevelType w:val="singleLevel"/>
    <w:tmpl w:val="A91AD25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C0E674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6425A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2805C5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BDE7F4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CC001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96EE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56CF7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7EEBA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4AD0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E4146BE2"/>
    <w:lvl w:ilvl="0">
      <w:numFmt w:val="bullet"/>
      <w:lvlText w:val="*"/>
      <w:lvlJc w:val="left"/>
    </w:lvl>
  </w:abstractNum>
  <w:abstractNum w:abstractNumId="11">
    <w:nsid w:val="04BA78C6"/>
    <w:multiLevelType w:val="hybridMultilevel"/>
    <w:tmpl w:val="0B38AD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42575C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1C4A7ACC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41B6975"/>
    <w:multiLevelType w:val="hybridMultilevel"/>
    <w:tmpl w:val="F9F4AB9A"/>
    <w:lvl w:ilvl="0" w:tplc="B4467A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F2E2B"/>
    <w:multiLevelType w:val="hybridMultilevel"/>
    <w:tmpl w:val="17C68F9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55A1C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681F4C24"/>
    <w:multiLevelType w:val="hybridMultilevel"/>
    <w:tmpl w:val="03F05B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9CC0C41"/>
    <w:multiLevelType w:val="hybridMultilevel"/>
    <w:tmpl w:val="B6B026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4C50"/>
    <w:multiLevelType w:val="hybridMultilevel"/>
    <w:tmpl w:val="FEDC055E"/>
    <w:lvl w:ilvl="0" w:tplc="E5F818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FD13B01"/>
    <w:multiLevelType w:val="multilevel"/>
    <w:tmpl w:val="0B38AD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8"/>
  </w:num>
  <w:num w:numId="16">
    <w:abstractNumId w:val="11"/>
  </w:num>
  <w:num w:numId="17">
    <w:abstractNumId w:val="20"/>
  </w:num>
  <w:num w:numId="18">
    <w:abstractNumId w:val="17"/>
  </w:num>
  <w:num w:numId="19">
    <w:abstractNumId w:val="10"/>
    <w:lvlOverride w:ilvl="0">
      <w:lvl w:ilvl="0">
        <w:start w:val="1"/>
        <w:numFmt w:val="bullet"/>
        <w:lvlText w:val="1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0">
    <w:abstractNumId w:val="10"/>
    <w:lvlOverride w:ilvl="0">
      <w:lvl w:ilvl="0">
        <w:start w:val="1"/>
        <w:numFmt w:val="bullet"/>
        <w:lvlText w:val="2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3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2">
    <w:abstractNumId w:val="10"/>
    <w:lvlOverride w:ilvl="0">
      <w:lvl w:ilvl="0">
        <w:start w:val="1"/>
        <w:numFmt w:val="bullet"/>
        <w:lvlText w:val=" (a)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3">
    <w:abstractNumId w:val="10"/>
    <w:lvlOverride w:ilvl="0">
      <w:lvl w:ilvl="0">
        <w:start w:val="1"/>
        <w:numFmt w:val="bullet"/>
        <w:lvlText w:val=" 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4">
    <w:abstractNumId w:val="10"/>
    <w:lvlOverride w:ilvl="0">
      <w:lvl w:ilvl="0">
        <w:start w:val="1"/>
        <w:numFmt w:val="bullet"/>
        <w:lvlText w:val=" (b)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5">
    <w:abstractNumId w:val="10"/>
    <w:lvlOverride w:ilvl="0">
      <w:lvl w:ilvl="0">
        <w:start w:val="1"/>
        <w:numFmt w:val="bullet"/>
        <w:lvlText w:val=" (c)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6">
    <w:abstractNumId w:val="10"/>
    <w:lvlOverride w:ilvl="0">
      <w:lvl w:ilvl="0">
        <w:start w:val="1"/>
        <w:numFmt w:val="bullet"/>
        <w:lvlText w:val="4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7">
    <w:abstractNumId w:val="10"/>
    <w:lvlOverride w:ilvl="0">
      <w:lvl w:ilvl="0">
        <w:start w:val="1"/>
        <w:numFmt w:val="bullet"/>
        <w:lvlText w:val="5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8">
    <w:abstractNumId w:val="10"/>
    <w:lvlOverride w:ilvl="0">
      <w:lvl w:ilvl="0">
        <w:start w:val="1"/>
        <w:numFmt w:val="bullet"/>
        <w:lvlText w:val="6. "/>
        <w:legacy w:legacy="1" w:legacySpace="0" w:legacyIndent="0"/>
        <w:lvlJc w:val="left"/>
        <w:pPr>
          <w:ind w:left="0" w:firstLine="0"/>
        </w:pPr>
        <w:rPr>
          <w:rFonts w:ascii="New Century Schlbk Light" w:hAnsi="New Century Schlbk Light" w:hint="default"/>
          <w:b w:val="0"/>
          <w:i w:val="0"/>
          <w:strike w:val="0"/>
          <w:color w:val="000000"/>
          <w14:wTextFill>
            <w14:solidFill>
              <w14:srgbClr w14:val="000000"/>
            </w14:solidFill>
          </w14:wTextFill>
          <w:sz w:val="22"/>
          <w:u w:val="none"/>
        </w:rPr>
      </w:lvl>
    </w:lvlOverride>
  </w:num>
  <w:num w:numId="29">
    <w:abstractNumId w:val="19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09/2/wordml" xmlns:sl="http://schemas.openxmlformats.org/schemaLibrary/2006/main" mc:Ignorable="w14">
  <w:zoom w:percent="100"/>
  <w:bordersDoNotSurroundHeader/>
  <w:bordersDoNotSurroundFooter/>
  <w:gutterAtTop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03"/>
    <w:rsid w:val="00001AED"/>
    <w:rsid w:val="00027C8A"/>
    <w:rsid w:val="0003101C"/>
    <w:rsid w:val="00062AC3"/>
    <w:rsid w:val="00074860"/>
    <w:rsid w:val="00083471"/>
    <w:rsid w:val="00086247"/>
    <w:rsid w:val="00091328"/>
    <w:rsid w:val="00095D68"/>
    <w:rsid w:val="000A5B1D"/>
    <w:rsid w:val="000B7696"/>
    <w:rsid w:val="000C5762"/>
    <w:rsid w:val="000D7AFE"/>
    <w:rsid w:val="000F3CC9"/>
    <w:rsid w:val="0011428C"/>
    <w:rsid w:val="00115893"/>
    <w:rsid w:val="0012672C"/>
    <w:rsid w:val="00130CB0"/>
    <w:rsid w:val="001335EB"/>
    <w:rsid w:val="001402F2"/>
    <w:rsid w:val="00172F53"/>
    <w:rsid w:val="0017479D"/>
    <w:rsid w:val="00175023"/>
    <w:rsid w:val="0018543D"/>
    <w:rsid w:val="001A5B7E"/>
    <w:rsid w:val="001B4BED"/>
    <w:rsid w:val="001C5EC4"/>
    <w:rsid w:val="001E00B9"/>
    <w:rsid w:val="001F6866"/>
    <w:rsid w:val="00206280"/>
    <w:rsid w:val="002508CC"/>
    <w:rsid w:val="002557A7"/>
    <w:rsid w:val="00294E2B"/>
    <w:rsid w:val="002A0B6E"/>
    <w:rsid w:val="002C1E4A"/>
    <w:rsid w:val="002C53D5"/>
    <w:rsid w:val="002C7C1D"/>
    <w:rsid w:val="00300373"/>
    <w:rsid w:val="00301C3B"/>
    <w:rsid w:val="00305606"/>
    <w:rsid w:val="00310CB6"/>
    <w:rsid w:val="00311505"/>
    <w:rsid w:val="00313002"/>
    <w:rsid w:val="00325867"/>
    <w:rsid w:val="00372AD3"/>
    <w:rsid w:val="0039519E"/>
    <w:rsid w:val="003A11A0"/>
    <w:rsid w:val="003B4533"/>
    <w:rsid w:val="003C1248"/>
    <w:rsid w:val="003C2F03"/>
    <w:rsid w:val="003D43DE"/>
    <w:rsid w:val="003D6EB5"/>
    <w:rsid w:val="00420A6A"/>
    <w:rsid w:val="004259BD"/>
    <w:rsid w:val="0043526F"/>
    <w:rsid w:val="00436C51"/>
    <w:rsid w:val="00446697"/>
    <w:rsid w:val="00470724"/>
    <w:rsid w:val="00474D66"/>
    <w:rsid w:val="004750AD"/>
    <w:rsid w:val="00491360"/>
    <w:rsid w:val="004B1623"/>
    <w:rsid w:val="004C6DF3"/>
    <w:rsid w:val="00506B14"/>
    <w:rsid w:val="00522B2A"/>
    <w:rsid w:val="0053660F"/>
    <w:rsid w:val="00553B05"/>
    <w:rsid w:val="00564D70"/>
    <w:rsid w:val="005820AD"/>
    <w:rsid w:val="00585A27"/>
    <w:rsid w:val="005A4B3C"/>
    <w:rsid w:val="005B4649"/>
    <w:rsid w:val="005D1772"/>
    <w:rsid w:val="005D3598"/>
    <w:rsid w:val="005D3875"/>
    <w:rsid w:val="006033B3"/>
    <w:rsid w:val="006066FC"/>
    <w:rsid w:val="00621951"/>
    <w:rsid w:val="00625BE7"/>
    <w:rsid w:val="006320E7"/>
    <w:rsid w:val="00643D1A"/>
    <w:rsid w:val="0064450A"/>
    <w:rsid w:val="006559DD"/>
    <w:rsid w:val="006655FF"/>
    <w:rsid w:val="006704AE"/>
    <w:rsid w:val="0067738F"/>
    <w:rsid w:val="0068693A"/>
    <w:rsid w:val="00686C31"/>
    <w:rsid w:val="00693A70"/>
    <w:rsid w:val="006A255F"/>
    <w:rsid w:val="006A458C"/>
    <w:rsid w:val="006A682C"/>
    <w:rsid w:val="006B73C6"/>
    <w:rsid w:val="006E0618"/>
    <w:rsid w:val="006E154F"/>
    <w:rsid w:val="006F5CCC"/>
    <w:rsid w:val="00756219"/>
    <w:rsid w:val="00767683"/>
    <w:rsid w:val="007A4A48"/>
    <w:rsid w:val="007B0600"/>
    <w:rsid w:val="007B1C21"/>
    <w:rsid w:val="007B2CEB"/>
    <w:rsid w:val="007E79F5"/>
    <w:rsid w:val="007F372F"/>
    <w:rsid w:val="00806ADE"/>
    <w:rsid w:val="008159B6"/>
    <w:rsid w:val="008C61BA"/>
    <w:rsid w:val="008D7D8D"/>
    <w:rsid w:val="008F7652"/>
    <w:rsid w:val="00900426"/>
    <w:rsid w:val="00917D95"/>
    <w:rsid w:val="00917E8D"/>
    <w:rsid w:val="00932928"/>
    <w:rsid w:val="0096010F"/>
    <w:rsid w:val="009A5368"/>
    <w:rsid w:val="009B3085"/>
    <w:rsid w:val="009D67B8"/>
    <w:rsid w:val="009E5100"/>
    <w:rsid w:val="009F1E0B"/>
    <w:rsid w:val="009F75A4"/>
    <w:rsid w:val="00A00356"/>
    <w:rsid w:val="00A23A2F"/>
    <w:rsid w:val="00A42DCD"/>
    <w:rsid w:val="00A4428D"/>
    <w:rsid w:val="00A60CDB"/>
    <w:rsid w:val="00A67906"/>
    <w:rsid w:val="00AC4C8B"/>
    <w:rsid w:val="00AD3CD6"/>
    <w:rsid w:val="00AE0361"/>
    <w:rsid w:val="00AE72D8"/>
    <w:rsid w:val="00B1042B"/>
    <w:rsid w:val="00B24110"/>
    <w:rsid w:val="00B257A1"/>
    <w:rsid w:val="00B6116D"/>
    <w:rsid w:val="00B812AE"/>
    <w:rsid w:val="00B97529"/>
    <w:rsid w:val="00BA6479"/>
    <w:rsid w:val="00C02DBB"/>
    <w:rsid w:val="00C03D1A"/>
    <w:rsid w:val="00C05EDC"/>
    <w:rsid w:val="00C93BFB"/>
    <w:rsid w:val="00CB1C7F"/>
    <w:rsid w:val="00CB6FF7"/>
    <w:rsid w:val="00CE3F29"/>
    <w:rsid w:val="00D03EAA"/>
    <w:rsid w:val="00D06F36"/>
    <w:rsid w:val="00D11B7F"/>
    <w:rsid w:val="00D174DD"/>
    <w:rsid w:val="00D20C4E"/>
    <w:rsid w:val="00D5328C"/>
    <w:rsid w:val="00D85448"/>
    <w:rsid w:val="00D9641F"/>
    <w:rsid w:val="00DA13A8"/>
    <w:rsid w:val="00DA5C39"/>
    <w:rsid w:val="00DC7FBE"/>
    <w:rsid w:val="00DD1C72"/>
    <w:rsid w:val="00DE4C35"/>
    <w:rsid w:val="00DE74C9"/>
    <w:rsid w:val="00DF221F"/>
    <w:rsid w:val="00DF239B"/>
    <w:rsid w:val="00DF4BC5"/>
    <w:rsid w:val="00E53015"/>
    <w:rsid w:val="00E62080"/>
    <w:rsid w:val="00E8492A"/>
    <w:rsid w:val="00E865E1"/>
    <w:rsid w:val="00E95717"/>
    <w:rsid w:val="00EB64C2"/>
    <w:rsid w:val="00EB656D"/>
    <w:rsid w:val="00ED5696"/>
    <w:rsid w:val="00F16298"/>
    <w:rsid w:val="00F2133A"/>
    <w:rsid w:val="00F251AD"/>
    <w:rsid w:val="00F350BB"/>
    <w:rsid w:val="00F5695B"/>
    <w:rsid w:val="00F60BFE"/>
    <w:rsid w:val="00F625F1"/>
    <w:rsid w:val="00F6379E"/>
    <w:rsid w:val="00F728A7"/>
    <w:rsid w:val="00F76C98"/>
    <w:rsid w:val="00F8133D"/>
    <w:rsid w:val="00F817E1"/>
    <w:rsid w:val="00FC379F"/>
    <w:rsid w:val="00FE3E5D"/>
    <w:rsid w:val="00FF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89F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33B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53B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53B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53B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36C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36C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36C5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36C5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36C5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36C5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semiHidden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14:wTextFill>
        <w14:solidFill>
          <w14:srgbClr w14:val="000000"/>
        </w14:solidFill>
      </w14:wTextFill>
      <w:sz w:val="24"/>
      <w:szCs w:val="24"/>
      <w:lang w:val="en-US" w:eastAsia="en-US"/>
    </w:rPr>
  </w:style>
  <w:style w:type="paragraph" w:customStyle="1" w:styleId="worksheettitle">
    <w:name w:val="worksheet title"/>
    <w:basedOn w:val="NoParagraphStyle"/>
    <w:next w:val="NoParagraphStyle"/>
    <w:rsid w:val="0067738F"/>
    <w:pPr>
      <w:tabs>
        <w:tab w:val="left" w:pos="2080"/>
        <w:tab w:val="left" w:pos="2160"/>
        <w:tab w:val="left" w:pos="3024"/>
      </w:tabs>
      <w:suppressAutoHyphens/>
      <w:spacing w:after="420" w:line="600" w:lineRule="atLeast"/>
    </w:pPr>
    <w:rPr>
      <w:rFonts w:ascii="Arial" w:hAnsi="Arial"/>
      <w:sz w:val="60"/>
      <w:szCs w:val="60"/>
      <w:lang w:val="en-GB"/>
    </w:rPr>
  </w:style>
  <w:style w:type="paragraph" w:customStyle="1" w:styleId="worksheetbody">
    <w:name w:val="worksheet body"/>
    <w:basedOn w:val="NoParagraphStyle"/>
    <w:next w:val="NoParagraphStyle"/>
    <w:rsid w:val="00553B05"/>
    <w:pPr>
      <w:suppressAutoHyphens/>
      <w:spacing w:line="280" w:lineRule="atLeast"/>
    </w:pPr>
    <w:rPr>
      <w:rFonts w:ascii="Times New Roman" w:hAnsi="Times New Roman"/>
      <w:sz w:val="22"/>
      <w:szCs w:val="22"/>
      <w:lang w:val="en-GB"/>
    </w:rPr>
  </w:style>
  <w:style w:type="paragraph" w:customStyle="1" w:styleId="worksheetbodyindent">
    <w:name w:val="worksheet body indent"/>
    <w:basedOn w:val="NoParagraphStyle"/>
    <w:next w:val="NoParagraphStyle"/>
    <w:rsid w:val="0067738F"/>
    <w:pPr>
      <w:suppressAutoHyphens/>
      <w:spacing w:line="280" w:lineRule="atLeast"/>
      <w:ind w:firstLine="240"/>
    </w:pPr>
    <w:rPr>
      <w:rFonts w:ascii="Times New Roman" w:hAnsi="Times New Roman"/>
      <w:sz w:val="22"/>
      <w:szCs w:val="22"/>
      <w:lang w:val="en-GB"/>
    </w:rPr>
  </w:style>
  <w:style w:type="paragraph" w:customStyle="1" w:styleId="worksheetsubhead">
    <w:name w:val="worksheet subhead"/>
    <w:basedOn w:val="NoParagraphStyle"/>
    <w:next w:val="NoParagraphStyle"/>
    <w:rsid w:val="00553B05"/>
    <w:pPr>
      <w:tabs>
        <w:tab w:val="left" w:pos="300"/>
        <w:tab w:val="center" w:pos="4149"/>
      </w:tabs>
      <w:suppressAutoHyphens/>
      <w:spacing w:before="280" w:after="60" w:line="280" w:lineRule="atLeast"/>
    </w:pPr>
    <w:rPr>
      <w:rFonts w:ascii="Arial" w:hAnsi="Arial" w:cs="Times-Bold"/>
      <w:b/>
      <w:bCs/>
      <w:spacing w:val="3"/>
      <w:sz w:val="28"/>
      <w:szCs w:val="28"/>
      <w:lang w:val="en-GB"/>
    </w:rPr>
  </w:style>
  <w:style w:type="paragraph" w:customStyle="1" w:styleId="worksheetlist">
    <w:name w:val="worksheet list"/>
    <w:basedOn w:val="NoParagraphStyle"/>
    <w:next w:val="NoParagraphStyle"/>
    <w:rsid w:val="0053660F"/>
    <w:pPr>
      <w:tabs>
        <w:tab w:val="left" w:pos="280"/>
      </w:tabs>
      <w:suppressAutoHyphens/>
      <w:spacing w:before="120" w:line="280" w:lineRule="atLeast"/>
      <w:ind w:left="280" w:hanging="280"/>
    </w:pPr>
    <w:rPr>
      <w:rFonts w:ascii="Times New Roman" w:hAnsi="Times New Roman"/>
      <w:sz w:val="22"/>
      <w:szCs w:val="22"/>
      <w:lang w:val="en-GB"/>
    </w:rPr>
  </w:style>
  <w:style w:type="character" w:customStyle="1" w:styleId="6ptforleaders">
    <w:name w:val="6pt for leaders"/>
    <w:semiHidden/>
    <w:rPr>
      <w:rFonts w:ascii="OfficinaSansLT-Book" w:hAnsi="OfficinaSansLT-Book" w:cs="OfficinaSansLT-Book"/>
      <w:sz w:val="12"/>
      <w:szCs w:val="12"/>
    </w:rPr>
  </w:style>
  <w:style w:type="character" w:customStyle="1" w:styleId="WordImportedListStyle1StylesforWordRTFImportedLists">
    <w:name w:val="Word Imported List Style1 (Styles for Word/RTF Imported Lists)"/>
    <w:semiHidden/>
    <w:rPr>
      <w:w w:val="100"/>
    </w:rPr>
  </w:style>
  <w:style w:type="paragraph" w:styleId="Footer">
    <w:name w:val="footer"/>
    <w:basedOn w:val="Normal"/>
    <w:semiHidden/>
    <w:rsid w:val="00B975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B97529"/>
  </w:style>
  <w:style w:type="paragraph" w:styleId="Header">
    <w:name w:val="header"/>
    <w:basedOn w:val="Normal"/>
    <w:semiHidden/>
    <w:rsid w:val="00B97529"/>
    <w:pPr>
      <w:tabs>
        <w:tab w:val="center" w:pos="4320"/>
        <w:tab w:val="right" w:pos="8640"/>
      </w:tabs>
    </w:pPr>
  </w:style>
  <w:style w:type="paragraph" w:customStyle="1" w:styleId="worksheetquestiontext">
    <w:name w:val="worksheet question text"/>
    <w:basedOn w:val="NoParagraphStyle"/>
    <w:next w:val="NoParagraphStyle"/>
    <w:rsid w:val="00767683"/>
    <w:pPr>
      <w:tabs>
        <w:tab w:val="right" w:pos="420"/>
        <w:tab w:val="left" w:pos="540"/>
      </w:tabs>
      <w:suppressAutoHyphens/>
      <w:spacing w:before="60" w:after="120" w:line="280" w:lineRule="atLeast"/>
      <w:ind w:left="360" w:hanging="360"/>
    </w:pPr>
    <w:rPr>
      <w:rFonts w:ascii="Times New Roman" w:hAnsi="Times New Roman"/>
      <w:sz w:val="22"/>
      <w:szCs w:val="22"/>
      <w:lang w:val="en-GB"/>
    </w:rPr>
  </w:style>
  <w:style w:type="paragraph" w:customStyle="1" w:styleId="worksheetrule">
    <w:name w:val="worksheet rule"/>
    <w:basedOn w:val="NoParagraphStyle"/>
    <w:next w:val="NoParagraphStyle"/>
    <w:rsid w:val="00767683"/>
    <w:pPr>
      <w:pBdr>
        <w:bottom w:val="dotted" w:sz="8" w:space="0" w:color="auto"/>
      </w:pBdr>
      <w:suppressAutoHyphens/>
      <w:spacing w:after="120" w:line="280" w:lineRule="atLeast"/>
      <w:ind w:left="360"/>
    </w:pPr>
    <w:rPr>
      <w:rFonts w:ascii="Times New Roman" w:hAnsi="Times New Roman"/>
      <w:sz w:val="22"/>
      <w:szCs w:val="22"/>
      <w:lang w:val="en-GB"/>
    </w:rPr>
  </w:style>
  <w:style w:type="paragraph" w:customStyle="1" w:styleId="worksheettablehead">
    <w:name w:val="worksheet table head"/>
    <w:basedOn w:val="NoParagraphStyle"/>
    <w:next w:val="NoParagraphStyle"/>
    <w:rsid w:val="00EB64C2"/>
    <w:pPr>
      <w:suppressAutoHyphens/>
      <w:spacing w:line="280" w:lineRule="atLeast"/>
    </w:pPr>
    <w:rPr>
      <w:rFonts w:ascii="Times New Roman" w:hAnsi="Times New Roman" w:cs="Times-Bold"/>
      <w:b/>
      <w:bCs/>
      <w:color w:val="FFFFFF"/>
      <w14:wTextFill>
        <w14:solidFill>
          <w14:srgbClr w14:val="FFFFFF"/>
        </w14:solidFill>
      </w14:wTextFill>
      <w:sz w:val="22"/>
      <w:szCs w:val="22"/>
      <w:lang w:val="en-GB"/>
      <w14:wTextFill>
        <w14:solidFill>
          <w14:srgbClr w14:val="FFFFFF"/>
        </w14:solidFill>
      </w14:wTextFill>
    </w:rPr>
  </w:style>
  <w:style w:type="paragraph" w:customStyle="1" w:styleId="worksheettablesubhead">
    <w:name w:val="worksheet table subhead"/>
    <w:basedOn w:val="NoParagraphStyle"/>
    <w:next w:val="NoParagraphStyle"/>
    <w:rsid w:val="00FC379F"/>
    <w:pPr>
      <w:suppressAutoHyphens/>
      <w:spacing w:line="280" w:lineRule="atLeast"/>
      <w:jc w:val="center"/>
    </w:pPr>
    <w:rPr>
      <w:rFonts w:ascii="Times New Roman" w:hAnsi="Times New Roman" w:cs="Times-Bold"/>
      <w:b/>
      <w:bCs/>
      <w:sz w:val="22"/>
      <w:szCs w:val="22"/>
      <w:lang w:val="en-GB"/>
    </w:rPr>
  </w:style>
  <w:style w:type="paragraph" w:customStyle="1" w:styleId="worksheetbodylistlast">
    <w:name w:val="worksheet body list last"/>
    <w:basedOn w:val="Normal"/>
    <w:next w:val="Normal"/>
    <w:rsid w:val="00767683"/>
    <w:pPr>
      <w:widowControl w:val="0"/>
      <w:tabs>
        <w:tab w:val="right" w:pos="420"/>
        <w:tab w:val="left" w:pos="680"/>
      </w:tabs>
      <w:suppressAutoHyphens/>
      <w:autoSpaceDE w:val="0"/>
      <w:autoSpaceDN w:val="0"/>
      <w:adjustRightInd w:val="0"/>
      <w:spacing w:after="120" w:line="280" w:lineRule="atLeast"/>
      <w:ind w:left="240" w:hanging="240"/>
      <w:textAlignment w:val="center"/>
    </w:pPr>
    <w:rPr>
      <w:rFonts w:cs="Times-Roman"/>
      <w:color w:val="000000"/>
      <w14:wTextFill>
        <w14:solidFill>
          <w14:srgbClr w14:val="000000"/>
        </w14:solidFill>
      </w14:wTextFill>
      <w:sz w:val="22"/>
      <w:szCs w:val="22"/>
      <w:lang w:val="en-GB"/>
    </w:rPr>
  </w:style>
  <w:style w:type="paragraph" w:styleId="BodyTextIndent">
    <w:name w:val="Body Text Indent"/>
    <w:basedOn w:val="Normal"/>
    <w:semiHidden/>
    <w:rsid w:val="00436C51"/>
    <w:pPr>
      <w:spacing w:after="120"/>
      <w:ind w:left="360"/>
    </w:pPr>
  </w:style>
  <w:style w:type="numbering" w:styleId="111111">
    <w:name w:val="Outline List 2"/>
    <w:basedOn w:val="NoList"/>
    <w:semiHidden/>
    <w:rsid w:val="00436C51"/>
    <w:pPr>
      <w:numPr>
        <w:numId w:val="1"/>
      </w:numPr>
    </w:pPr>
  </w:style>
  <w:style w:type="numbering" w:styleId="1ai">
    <w:name w:val="Outline List 1"/>
    <w:basedOn w:val="NoList"/>
    <w:semiHidden/>
    <w:rsid w:val="00436C51"/>
    <w:pPr>
      <w:numPr>
        <w:numId w:val="2"/>
      </w:numPr>
    </w:pPr>
  </w:style>
  <w:style w:type="numbering" w:styleId="ArticleSection">
    <w:name w:val="Outline List 3"/>
    <w:basedOn w:val="NoList"/>
    <w:semiHidden/>
    <w:rsid w:val="00436C51"/>
    <w:pPr>
      <w:numPr>
        <w:numId w:val="3"/>
      </w:numPr>
    </w:pPr>
  </w:style>
  <w:style w:type="paragraph" w:styleId="BlockText">
    <w:name w:val="Block Text"/>
    <w:basedOn w:val="Normal"/>
    <w:semiHidden/>
    <w:rsid w:val="00436C51"/>
    <w:pPr>
      <w:spacing w:after="120"/>
      <w:ind w:left="1440" w:right="1440"/>
    </w:pPr>
  </w:style>
  <w:style w:type="paragraph" w:styleId="BodyText">
    <w:name w:val="Body Text"/>
    <w:basedOn w:val="Normal"/>
    <w:semiHidden/>
    <w:rsid w:val="00436C51"/>
    <w:pPr>
      <w:spacing w:after="120"/>
    </w:pPr>
  </w:style>
  <w:style w:type="paragraph" w:styleId="BodyText2">
    <w:name w:val="Body Text 2"/>
    <w:basedOn w:val="Normal"/>
    <w:semiHidden/>
    <w:rsid w:val="00436C51"/>
    <w:pPr>
      <w:spacing w:after="120" w:line="480" w:lineRule="auto"/>
    </w:pPr>
  </w:style>
  <w:style w:type="paragraph" w:styleId="BodyText3">
    <w:name w:val="Body Text 3"/>
    <w:basedOn w:val="Normal"/>
    <w:semiHidden/>
    <w:rsid w:val="00436C5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436C51"/>
    <w:pPr>
      <w:ind w:firstLine="210"/>
    </w:pPr>
  </w:style>
  <w:style w:type="paragraph" w:styleId="BodyTextFirstIndent2">
    <w:name w:val="Body Text First Indent 2"/>
    <w:basedOn w:val="BodyTextIndent"/>
    <w:semiHidden/>
    <w:rsid w:val="00436C51"/>
    <w:pPr>
      <w:ind w:firstLine="210"/>
    </w:pPr>
  </w:style>
  <w:style w:type="paragraph" w:styleId="BodyTextIndent2">
    <w:name w:val="Body Text Indent 2"/>
    <w:basedOn w:val="Normal"/>
    <w:semiHidden/>
    <w:rsid w:val="00436C51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436C51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436C51"/>
    <w:pPr>
      <w:ind w:left="4320"/>
    </w:pPr>
  </w:style>
  <w:style w:type="paragraph" w:styleId="Date">
    <w:name w:val="Date"/>
    <w:basedOn w:val="Normal"/>
    <w:next w:val="Normal"/>
    <w:semiHidden/>
    <w:rsid w:val="00436C51"/>
  </w:style>
  <w:style w:type="paragraph" w:styleId="E-mailSignature">
    <w:name w:val="E-mail Signature"/>
    <w:basedOn w:val="Normal"/>
    <w:semiHidden/>
    <w:rsid w:val="00436C51"/>
  </w:style>
  <w:style w:type="character" w:styleId="Emphasis">
    <w:name w:val="Emphasis"/>
    <w:basedOn w:val="DefaultParagraphFont"/>
    <w:qFormat/>
    <w:rsid w:val="00436C51"/>
    <w:rPr>
      <w:i/>
      <w:iCs/>
    </w:rPr>
  </w:style>
  <w:style w:type="paragraph" w:styleId="EnvelopeAddress">
    <w:name w:val="envelope address"/>
    <w:basedOn w:val="Normal"/>
    <w:semiHidden/>
    <w:rsid w:val="00436C5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436C51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436C51"/>
    <w:rPr>
      <w:color w:val="800080"/>
      <w14:wTextFill>
        <w14:solidFill>
          <w14:srgbClr w14:val="800080"/>
        </w14:solidFill>
      </w14:wTextFill>
      <w:u w:val="single"/>
      <w14:wTextFill>
        <w14:solidFill>
          <w14:srgbClr w14:val="800080"/>
        </w14:solidFill>
      </w14:wTextFill>
    </w:rPr>
  </w:style>
  <w:style w:type="character" w:styleId="HTMLAcronym">
    <w:name w:val="HTML Acronym"/>
    <w:basedOn w:val="DefaultParagraphFont"/>
    <w:semiHidden/>
    <w:rsid w:val="00436C51"/>
  </w:style>
  <w:style w:type="paragraph" w:styleId="HTMLAddress">
    <w:name w:val="HTML Address"/>
    <w:basedOn w:val="Normal"/>
    <w:semiHidden/>
    <w:rsid w:val="00436C51"/>
    <w:rPr>
      <w:i/>
      <w:iCs/>
    </w:rPr>
  </w:style>
  <w:style w:type="character" w:styleId="HTMLCite">
    <w:name w:val="HTML Cite"/>
    <w:basedOn w:val="DefaultParagraphFont"/>
    <w:semiHidden/>
    <w:rsid w:val="00436C51"/>
    <w:rPr>
      <w:i/>
      <w:iCs/>
    </w:rPr>
  </w:style>
  <w:style w:type="character" w:styleId="HTMLCode">
    <w:name w:val="HTML Code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436C51"/>
    <w:rPr>
      <w:i/>
      <w:iCs/>
    </w:rPr>
  </w:style>
  <w:style w:type="character" w:styleId="HTMLKeyboard">
    <w:name w:val="HTML Keyboard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36C5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436C5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436C51"/>
    <w:rPr>
      <w:i/>
      <w:iCs/>
    </w:rPr>
  </w:style>
  <w:style w:type="character" w:styleId="Hyperlink">
    <w:name w:val="Hyperlink"/>
    <w:basedOn w:val="DefaultParagraphFont"/>
    <w:semiHidden/>
    <w:rsid w:val="00436C51"/>
    <w:rPr>
      <w:color w:val="0000FF"/>
      <w14:wTextFill>
        <w14:solidFill>
          <w14:srgbClr w14:val="0000FF"/>
        </w14:solidFill>
      </w14:wTextFill>
      <w:u w:val="single"/>
      <w14:wTextFill>
        <w14:solidFill>
          <w14:srgbClr w14:val="0000FF"/>
        </w14:solidFill>
      </w14:wTextFill>
    </w:rPr>
  </w:style>
  <w:style w:type="character" w:styleId="LineNumber">
    <w:name w:val="line number"/>
    <w:basedOn w:val="DefaultParagraphFont"/>
    <w:semiHidden/>
    <w:rsid w:val="00436C51"/>
  </w:style>
  <w:style w:type="paragraph" w:styleId="List">
    <w:name w:val="List"/>
    <w:basedOn w:val="Normal"/>
    <w:semiHidden/>
    <w:rsid w:val="00436C51"/>
    <w:pPr>
      <w:ind w:left="360" w:hanging="360"/>
    </w:pPr>
  </w:style>
  <w:style w:type="paragraph" w:styleId="List2">
    <w:name w:val="List 2"/>
    <w:basedOn w:val="Normal"/>
    <w:semiHidden/>
    <w:rsid w:val="00436C51"/>
    <w:pPr>
      <w:ind w:left="720" w:hanging="360"/>
    </w:pPr>
  </w:style>
  <w:style w:type="paragraph" w:styleId="List3">
    <w:name w:val="List 3"/>
    <w:basedOn w:val="Normal"/>
    <w:semiHidden/>
    <w:rsid w:val="00436C51"/>
    <w:pPr>
      <w:ind w:left="1080" w:hanging="360"/>
    </w:pPr>
  </w:style>
  <w:style w:type="paragraph" w:styleId="List4">
    <w:name w:val="List 4"/>
    <w:basedOn w:val="Normal"/>
    <w:semiHidden/>
    <w:rsid w:val="00436C51"/>
    <w:pPr>
      <w:ind w:left="1440" w:hanging="360"/>
    </w:pPr>
  </w:style>
  <w:style w:type="paragraph" w:styleId="List5">
    <w:name w:val="List 5"/>
    <w:basedOn w:val="Normal"/>
    <w:semiHidden/>
    <w:rsid w:val="00436C51"/>
    <w:pPr>
      <w:ind w:left="1800" w:hanging="360"/>
    </w:pPr>
  </w:style>
  <w:style w:type="paragraph" w:styleId="ListBullet">
    <w:name w:val="List Bullet"/>
    <w:basedOn w:val="Normal"/>
    <w:semiHidden/>
    <w:rsid w:val="00436C51"/>
    <w:pPr>
      <w:numPr>
        <w:numId w:val="4"/>
      </w:numPr>
    </w:pPr>
  </w:style>
  <w:style w:type="paragraph" w:styleId="ListBullet2">
    <w:name w:val="List Bullet 2"/>
    <w:basedOn w:val="Normal"/>
    <w:semiHidden/>
    <w:rsid w:val="00436C51"/>
    <w:pPr>
      <w:numPr>
        <w:numId w:val="5"/>
      </w:numPr>
    </w:pPr>
  </w:style>
  <w:style w:type="paragraph" w:styleId="ListBullet3">
    <w:name w:val="List Bullet 3"/>
    <w:basedOn w:val="Normal"/>
    <w:semiHidden/>
    <w:rsid w:val="00436C51"/>
    <w:pPr>
      <w:numPr>
        <w:numId w:val="6"/>
      </w:numPr>
    </w:pPr>
  </w:style>
  <w:style w:type="paragraph" w:styleId="ListBullet4">
    <w:name w:val="List Bullet 4"/>
    <w:basedOn w:val="Normal"/>
    <w:semiHidden/>
    <w:rsid w:val="00436C51"/>
    <w:pPr>
      <w:numPr>
        <w:numId w:val="7"/>
      </w:numPr>
    </w:pPr>
  </w:style>
  <w:style w:type="paragraph" w:styleId="ListBullet5">
    <w:name w:val="List Bullet 5"/>
    <w:basedOn w:val="Normal"/>
    <w:semiHidden/>
    <w:rsid w:val="00436C51"/>
    <w:pPr>
      <w:numPr>
        <w:numId w:val="8"/>
      </w:numPr>
    </w:pPr>
  </w:style>
  <w:style w:type="paragraph" w:styleId="ListContinue">
    <w:name w:val="List Continue"/>
    <w:basedOn w:val="Normal"/>
    <w:semiHidden/>
    <w:rsid w:val="00436C51"/>
    <w:pPr>
      <w:spacing w:after="120"/>
      <w:ind w:left="360"/>
    </w:pPr>
  </w:style>
  <w:style w:type="paragraph" w:styleId="ListContinue2">
    <w:name w:val="List Continue 2"/>
    <w:basedOn w:val="Normal"/>
    <w:semiHidden/>
    <w:rsid w:val="00436C51"/>
    <w:pPr>
      <w:spacing w:after="120"/>
      <w:ind w:left="720"/>
    </w:pPr>
  </w:style>
  <w:style w:type="paragraph" w:styleId="ListContinue3">
    <w:name w:val="List Continue 3"/>
    <w:basedOn w:val="Normal"/>
    <w:semiHidden/>
    <w:rsid w:val="00436C51"/>
    <w:pPr>
      <w:spacing w:after="120"/>
      <w:ind w:left="1080"/>
    </w:pPr>
  </w:style>
  <w:style w:type="paragraph" w:styleId="ListContinue4">
    <w:name w:val="List Continue 4"/>
    <w:basedOn w:val="Normal"/>
    <w:semiHidden/>
    <w:rsid w:val="00436C51"/>
    <w:pPr>
      <w:spacing w:after="120"/>
      <w:ind w:left="1440"/>
    </w:pPr>
  </w:style>
  <w:style w:type="paragraph" w:styleId="ListContinue5">
    <w:name w:val="List Continue 5"/>
    <w:basedOn w:val="Normal"/>
    <w:semiHidden/>
    <w:rsid w:val="00436C51"/>
    <w:pPr>
      <w:spacing w:after="120"/>
      <w:ind w:left="1800"/>
    </w:pPr>
  </w:style>
  <w:style w:type="paragraph" w:styleId="ListNumber">
    <w:name w:val="List Number"/>
    <w:basedOn w:val="Normal"/>
    <w:semiHidden/>
    <w:rsid w:val="00436C51"/>
    <w:pPr>
      <w:numPr>
        <w:numId w:val="9"/>
      </w:numPr>
    </w:pPr>
  </w:style>
  <w:style w:type="paragraph" w:styleId="ListNumber2">
    <w:name w:val="List Number 2"/>
    <w:basedOn w:val="Normal"/>
    <w:semiHidden/>
    <w:rsid w:val="00436C51"/>
    <w:pPr>
      <w:numPr>
        <w:numId w:val="10"/>
      </w:numPr>
    </w:pPr>
  </w:style>
  <w:style w:type="paragraph" w:styleId="ListNumber3">
    <w:name w:val="List Number 3"/>
    <w:basedOn w:val="Normal"/>
    <w:semiHidden/>
    <w:rsid w:val="00436C51"/>
    <w:pPr>
      <w:numPr>
        <w:numId w:val="11"/>
      </w:numPr>
    </w:pPr>
  </w:style>
  <w:style w:type="paragraph" w:styleId="ListNumber4">
    <w:name w:val="List Number 4"/>
    <w:basedOn w:val="Normal"/>
    <w:semiHidden/>
    <w:rsid w:val="00436C51"/>
    <w:pPr>
      <w:numPr>
        <w:numId w:val="12"/>
      </w:numPr>
    </w:pPr>
  </w:style>
  <w:style w:type="paragraph" w:styleId="ListNumber5">
    <w:name w:val="List Number 5"/>
    <w:basedOn w:val="Normal"/>
    <w:semiHidden/>
    <w:rsid w:val="00436C51"/>
    <w:pPr>
      <w:numPr>
        <w:numId w:val="13"/>
      </w:numPr>
    </w:pPr>
  </w:style>
  <w:style w:type="paragraph" w:styleId="MessageHeader">
    <w:name w:val="Message Header"/>
    <w:basedOn w:val="Normal"/>
    <w:semiHidden/>
    <w:rsid w:val="00436C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436C51"/>
  </w:style>
  <w:style w:type="paragraph" w:styleId="NormalIndent">
    <w:name w:val="Normal Indent"/>
    <w:basedOn w:val="Normal"/>
    <w:semiHidden/>
    <w:rsid w:val="00436C51"/>
    <w:pPr>
      <w:ind w:left="720"/>
    </w:pPr>
  </w:style>
  <w:style w:type="paragraph" w:styleId="NoteHeading">
    <w:name w:val="Note Heading"/>
    <w:basedOn w:val="Normal"/>
    <w:next w:val="Normal"/>
    <w:semiHidden/>
    <w:rsid w:val="00436C51"/>
  </w:style>
  <w:style w:type="paragraph" w:styleId="PlainText">
    <w:name w:val="Plain Text"/>
    <w:basedOn w:val="Normal"/>
    <w:semiHidden/>
    <w:rsid w:val="00436C5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436C51"/>
  </w:style>
  <w:style w:type="paragraph" w:styleId="Signature">
    <w:name w:val="Signature"/>
    <w:basedOn w:val="Normal"/>
    <w:semiHidden/>
    <w:rsid w:val="00436C51"/>
    <w:pPr>
      <w:ind w:left="4320"/>
    </w:pPr>
  </w:style>
  <w:style w:type="character" w:styleId="Strong">
    <w:name w:val="Strong"/>
    <w:basedOn w:val="DefaultParagraphFont"/>
    <w:qFormat/>
    <w:rsid w:val="00436C51"/>
    <w:rPr>
      <w:b/>
      <w:bCs/>
    </w:rPr>
  </w:style>
  <w:style w:type="paragraph" w:styleId="Subtitle">
    <w:name w:val="Subtitle"/>
    <w:basedOn w:val="Normal"/>
    <w:qFormat/>
    <w:rsid w:val="00436C51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436C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  <w14:wTextFill>
          <w14:solidFill>
            <w14:srgbClr w14:val="800080"/>
          </w14:solidFill>
        </w14:wTextFill>
        <w14:wTextFill>
          <w14:solidFill>
            <w14:srgbClr w14:val="800080"/>
          </w14:solidFill>
        </w14:wTextFill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36C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36C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36C51"/>
    <w:rPr>
      <w:color w:val="000080"/>
      <w14:wTextFill>
        <w14:solidFill>
          <w14:srgbClr w14:val="000080"/>
        </w14:solidFill>
      </w14:wTextFill>
      <w14:wTextFill>
        <w14:solidFill>
          <w14:srgbClr w14:val="000080"/>
        </w14:solidFill>
      </w14:wTextFill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36C5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36C51"/>
    <w:rPr>
      <w:color w:val="FFFFFF"/>
      <w14:wTextFill>
        <w14:solidFill>
          <w14:srgbClr w14:val="FFFFFF"/>
        </w14:solidFill>
      </w14:wTextFill>
      <w14:wTextFill>
        <w14:solidFill>
          <w14:srgbClr w14:val="FFFFFF"/>
        </w14:solidFill>
      </w14:wTextFill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36C5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36C5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36C5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00000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36C5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30" w:color="00000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36C5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36C5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50" w:color="00808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36C5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</w:tblStylePr>
  </w:style>
  <w:style w:type="table" w:styleId="TableContemporary">
    <w:name w:val="Table Contemporary"/>
    <w:basedOn w:val="TableNormal"/>
    <w:semiHidden/>
    <w:rsid w:val="00436C5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36C5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36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36C5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36C5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36C5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36C5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36C5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36C5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  <w14:wTextFill>
          <w14:solidFill>
            <w14:srgbClr w14:val="800000"/>
          </w14:solidFill>
        </w14:wTextFill>
        <w14:wTextFill>
          <w14:solidFill>
            <w14:srgbClr w14:val="80000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36C5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36C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36C5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36C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36C5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36C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36C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36C5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36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436C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36C5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36C5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436C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Eachworksheetline">
    <w:name w:val="Each worksheet line"/>
    <w:basedOn w:val="NoParagraphStyle"/>
    <w:rsid w:val="00D9641F"/>
    <w:pPr>
      <w:tabs>
        <w:tab w:val="left" w:leader="dot" w:pos="3200"/>
        <w:tab w:val="left" w:leader="dot" w:pos="4720"/>
        <w:tab w:val="left" w:leader="dot" w:pos="7960"/>
        <w:tab w:val="left" w:leader="dot" w:pos="9940"/>
      </w:tabs>
      <w:spacing w:after="280" w:line="340" w:lineRule="atLeast"/>
      <w:ind w:right="1"/>
      <w:jc w:val="distribute"/>
    </w:pPr>
    <w:rPr>
      <w:rFonts w:ascii="Arial" w:hAnsi="Arial" w:cs="ArialMT"/>
      <w:sz w:val="18"/>
      <w:szCs w:val="18"/>
      <w:lang w:val="en-GB"/>
    </w:rPr>
  </w:style>
  <w:style w:type="paragraph" w:customStyle="1" w:styleId="worksheetcoloumnhead">
    <w:name w:val="worksheet coloumn head"/>
    <w:basedOn w:val="NoParagraphStyle"/>
    <w:rsid w:val="00767683"/>
    <w:pPr>
      <w:suppressAutoHyphens/>
      <w:spacing w:line="280" w:lineRule="atLeast"/>
      <w:jc w:val="center"/>
    </w:pPr>
    <w:rPr>
      <w:rFonts w:ascii="Times New Roman" w:hAnsi="Times New Roman" w:cs="TimesNewRomanPS-Bold"/>
      <w:b/>
      <w:bCs/>
      <w:sz w:val="22"/>
      <w:szCs w:val="22"/>
      <w:lang w:val="en-GB"/>
    </w:rPr>
  </w:style>
  <w:style w:type="paragraph" w:customStyle="1" w:styleId="worksheettablefootnote">
    <w:name w:val="worksheet table footnote"/>
    <w:basedOn w:val="NoParagraphStyle"/>
    <w:rsid w:val="00767683"/>
    <w:pPr>
      <w:suppressAutoHyphens/>
      <w:spacing w:line="220" w:lineRule="atLeast"/>
    </w:pPr>
    <w:rPr>
      <w:rFonts w:ascii="Times New Roman" w:hAnsi="Times New Roman" w:cs="TimesNewRomanPS"/>
      <w:sz w:val="18"/>
      <w:szCs w:val="18"/>
      <w:lang w:val="en-GB"/>
    </w:rPr>
  </w:style>
  <w:style w:type="paragraph" w:customStyle="1" w:styleId="worksheeticontext">
    <w:name w:val="worksheet icon text"/>
    <w:basedOn w:val="NoParagraphStyle"/>
    <w:rsid w:val="0039519E"/>
    <w:pPr>
      <w:jc w:val="right"/>
    </w:pPr>
    <w:rPr>
      <w:rFonts w:ascii="Arial" w:hAnsi="Arial" w:cs="Arial-BoldMT"/>
      <w:b/>
      <w:bCs/>
      <w:color w:val="FFFFFF"/>
      <w14:wTextFill>
        <w14:solidFill>
          <w14:srgbClr w14:val="FFFFFF"/>
        </w14:solidFill>
      </w14:wTextFill>
      <w:spacing w:val="5"/>
      <w:lang w:val="en-GB"/>
      <w14:wTextFill>
        <w14:solidFill>
          <w14:srgbClr w14:val="FFFFFF"/>
        </w14:solidFill>
      </w14:wTextFill>
    </w:rPr>
  </w:style>
  <w:style w:type="paragraph" w:customStyle="1" w:styleId="worksheetchapterline">
    <w:name w:val="worksheet chapter line"/>
    <w:basedOn w:val="NoParagraphStyle"/>
    <w:rsid w:val="0039519E"/>
    <w:pPr>
      <w:tabs>
        <w:tab w:val="left" w:pos="300"/>
      </w:tabs>
      <w:suppressAutoHyphens/>
      <w:spacing w:line="220" w:lineRule="atLeast"/>
      <w:textAlignment w:val="baseline"/>
    </w:pPr>
    <w:rPr>
      <w:rFonts w:ascii="Arial" w:hAnsi="Arial" w:cs="Arial-BoldMT"/>
      <w:b/>
      <w:bCs/>
      <w:spacing w:val="4"/>
      <w:sz w:val="18"/>
      <w:szCs w:val="18"/>
      <w:lang w:val="en-GB"/>
    </w:rPr>
  </w:style>
  <w:style w:type="paragraph" w:customStyle="1" w:styleId="worksheetnewconcepts">
    <w:name w:val="worksheet new concepts"/>
    <w:basedOn w:val="NoParagraphStyle"/>
    <w:rsid w:val="007B0600"/>
    <w:pPr>
      <w:tabs>
        <w:tab w:val="left" w:pos="300"/>
      </w:tabs>
      <w:suppressAutoHyphens/>
      <w:spacing w:line="240" w:lineRule="atLeast"/>
      <w:textAlignment w:val="baseline"/>
    </w:pPr>
    <w:rPr>
      <w:rFonts w:ascii="Arial" w:hAnsi="Arial" w:cs="ArialMT"/>
      <w:spacing w:val="5"/>
      <w:lang w:val="en-GB"/>
    </w:rPr>
  </w:style>
  <w:style w:type="paragraph" w:customStyle="1" w:styleId="worksheetfigurecaption">
    <w:name w:val="worksheet figure caption"/>
    <w:basedOn w:val="NoParagraphStyle"/>
    <w:rsid w:val="007B0600"/>
    <w:pPr>
      <w:suppressAutoHyphens/>
      <w:spacing w:line="240" w:lineRule="atLeast"/>
    </w:pPr>
    <w:rPr>
      <w:rFonts w:ascii="TimesNewRomanPS-Italic" w:hAnsi="TimesNewRomanPS-Italic" w:cs="TimesNewRomanPS-Italic"/>
      <w:i/>
      <w:iCs/>
      <w:sz w:val="20"/>
      <w:szCs w:val="20"/>
      <w:lang w:val="en-GB"/>
    </w:rPr>
  </w:style>
  <w:style w:type="paragraph" w:customStyle="1" w:styleId="runningfooter">
    <w:name w:val="running footer"/>
    <w:basedOn w:val="NoParagraphStyle"/>
    <w:rsid w:val="000B7696"/>
    <w:pPr>
      <w:tabs>
        <w:tab w:val="left" w:pos="300"/>
      </w:tabs>
      <w:suppressAutoHyphens/>
      <w:spacing w:line="160" w:lineRule="atLeast"/>
      <w:jc w:val="right"/>
      <w:textAlignment w:val="baseline"/>
    </w:pPr>
    <w:rPr>
      <w:rFonts w:ascii="Arial" w:hAnsi="Arial" w:cs="TimesNewRomanPS"/>
      <w:spacing w:val="3"/>
      <w:sz w:val="14"/>
      <w:szCs w:val="14"/>
      <w:lang w:val="en-GB"/>
    </w:rPr>
  </w:style>
  <w:style w:type="paragraph" w:customStyle="1" w:styleId="worksheetlista">
    <w:name w:val="worksheet list (a)"/>
    <w:basedOn w:val="worksheetlist"/>
    <w:rsid w:val="002C7C1D"/>
    <w:pPr>
      <w:tabs>
        <w:tab w:val="clear" w:pos="280"/>
        <w:tab w:val="left" w:pos="400"/>
      </w:tabs>
      <w:ind w:left="680" w:hanging="400"/>
    </w:pPr>
  </w:style>
  <w:style w:type="paragraph" w:customStyle="1" w:styleId="worksheetlist10">
    <w:name w:val="worksheet list 10"/>
    <w:basedOn w:val="worksheetlist"/>
    <w:rsid w:val="00F817E1"/>
    <w:pPr>
      <w:tabs>
        <w:tab w:val="right" w:pos="280"/>
        <w:tab w:val="left" w:pos="400"/>
      </w:tabs>
    </w:pPr>
  </w:style>
  <w:style w:type="paragraph" w:styleId="ListParagraph">
    <w:name w:val="List Paragraph"/>
    <w:basedOn w:val="Normal"/>
    <w:qFormat/>
    <w:rsid w:val="004B16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paragraph" w:customStyle="1" w:styleId="Reference">
    <w:name w:val="Reference"/>
    <w:rsid w:val="00BA6479"/>
    <w:pPr>
      <w:suppressAutoHyphens/>
      <w:autoSpaceDE w:val="0"/>
      <w:autoSpaceDN w:val="0"/>
      <w:adjustRightInd w:val="0"/>
      <w:spacing w:after="300" w:line="180" w:lineRule="atLeast"/>
      <w:jc w:val="right"/>
    </w:pPr>
    <w:rPr>
      <w:rFonts w:ascii="New Century Schlbk Light" w:hAnsi="New Century Schlbk Light" w:cs="New Century Schlbk Light"/>
      <w:i/>
      <w:iCs/>
      <w:color w:val="000000"/>
      <w14:wTextFill>
        <w14:solidFill>
          <w14:srgbClr w14:val="000000"/>
        </w14:solidFill>
      </w14:wTextFill>
      <w:w w:val="0"/>
      <w:sz w:val="16"/>
      <w:szCs w:val="16"/>
      <w:lang w:val="en-GB" w:eastAsia="en-US"/>
    </w:rPr>
  </w:style>
  <w:style w:type="paragraph" w:customStyle="1" w:styleId="Body1afullwidthindentleaders">
    <w:name w:val="Body 1+. (a) full width  indent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">
    <w:name w:val="Body 1+."/>
    <w:rsid w:val="00BA6479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">
    <w:name w:val="Body"/>
    <w:rsid w:val="00BA6479"/>
    <w:pPr>
      <w:suppressAutoHyphens/>
      <w:autoSpaceDE w:val="0"/>
      <w:autoSpaceDN w:val="0"/>
      <w:adjustRightInd w:val="0"/>
      <w:spacing w:line="260" w:lineRule="atLeast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0">
    <w:name w:val="Body 1."/>
    <w:rsid w:val="00BA6479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InstructionsQuestions">
    <w:name w:val="Instructions/Questions"/>
    <w:rsid w:val="00BA6479"/>
    <w:pPr>
      <w:suppressAutoHyphens/>
      <w:autoSpaceDE w:val="0"/>
      <w:autoSpaceDN w:val="0"/>
      <w:adjustRightInd w:val="0"/>
      <w:spacing w:before="120" w:after="60" w:line="220" w:lineRule="atLeast"/>
    </w:pPr>
    <w:rPr>
      <w:rFonts w:ascii="New Century Schlbk Light" w:hAnsi="New Century Schlbk Light" w:cs="New Century Schlbk Light"/>
      <w:b/>
      <w:bCs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TitleAhead">
    <w:name w:val="Title A head"/>
    <w:rsid w:val="00BA6479"/>
    <w:pPr>
      <w:suppressAutoHyphens/>
      <w:autoSpaceDE w:val="0"/>
      <w:autoSpaceDN w:val="0"/>
      <w:adjustRightInd w:val="0"/>
      <w:spacing w:after="120" w:line="480" w:lineRule="atLeast"/>
      <w:jc w:val="center"/>
    </w:pPr>
    <w:rPr>
      <w:rFonts w:ascii="Folio Light" w:hAnsi="Folio Light" w:cs="Folio Light"/>
      <w:color w:val="000000"/>
      <w14:wTextFill>
        <w14:solidFill>
          <w14:srgbClr w14:val="000000"/>
        </w14:solidFill>
      </w14:wTextFill>
      <w:w w:val="0"/>
      <w:sz w:val="46"/>
      <w:szCs w:val="46"/>
      <w:lang w:val="en-GB" w:eastAsia="en-US"/>
    </w:rPr>
  </w:style>
  <w:style w:type="paragraph" w:customStyle="1" w:styleId="Leadersindentfullwidth">
    <w:name w:val="Leaders indent full width"/>
    <w:rsid w:val="00BA6479"/>
    <w:pPr>
      <w:tabs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300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afullwidthleaders">
    <w:name w:val="Body 1+. (a+) full width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afullwidthleaders0">
    <w:name w:val="Body 1+. (a) full width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customStyle="1" w:styleId="ReferenceNo">
    <w:name w:val="Reference No."/>
    <w:rsid w:val="00BA6479"/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spacing w:val="0"/>
      <w:w w:val="100"/>
      <w:sz w:val="16"/>
      <w:szCs w:val="16"/>
      <w:u w:val="none"/>
      <w:vertAlign w:val="baseline"/>
      <w:lang w:val="en-GB"/>
    </w:rPr>
  </w:style>
  <w:style w:type="paragraph" w:customStyle="1" w:styleId="Bodyfullwidth">
    <w:name w:val="Body full width"/>
    <w:rsid w:val="0011428C"/>
    <w:pPr>
      <w:suppressAutoHyphens/>
      <w:autoSpaceDE w:val="0"/>
      <w:autoSpaceDN w:val="0"/>
      <w:adjustRightInd w:val="0"/>
      <w:spacing w:line="260" w:lineRule="atLeast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semiHidden/>
    <w:rsid w:val="0003101C"/>
    <w:rPr>
      <w:sz w:val="16"/>
      <w:szCs w:val="16"/>
    </w:rPr>
  </w:style>
  <w:style w:type="paragraph" w:styleId="CommentText">
    <w:name w:val="annotation text"/>
    <w:basedOn w:val="Normal"/>
    <w:semiHidden/>
    <w:rsid w:val="0003101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101C"/>
    <w:rPr>
      <w:b/>
      <w:bCs/>
    </w:rPr>
  </w:style>
  <w:style w:type="paragraph" w:styleId="BalloonText">
    <w:name w:val="Balloon Text"/>
    <w:basedOn w:val="Normal"/>
    <w:semiHidden/>
    <w:rsid w:val="0003101C"/>
    <w:rPr>
      <w:rFonts w:ascii="Tahoma" w:hAnsi="Tahoma" w:cs="Tahoma"/>
      <w:sz w:val="16"/>
      <w:szCs w:val="16"/>
    </w:rPr>
  </w:style>
  <w:style w:type="paragraph" w:customStyle="1" w:styleId="Tableheadleft">
    <w:name w:val="Table head left"/>
    <w:rsid w:val="006033B3"/>
    <w:pPr>
      <w:suppressAutoHyphens/>
      <w:autoSpaceDE w:val="0"/>
      <w:autoSpaceDN w:val="0"/>
      <w:adjustRightInd w:val="0"/>
      <w:spacing w:line="260" w:lineRule="atLeast"/>
    </w:pPr>
    <w:rPr>
      <w:rFonts w:ascii="Helvetica Light" w:hAnsi="Helvetica Light" w:cs="Helvetica Light"/>
      <w:b/>
      <w:bCs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Tabletextleft">
    <w:name w:val="Table text left"/>
    <w:rsid w:val="006033B3"/>
    <w:pPr>
      <w:suppressAutoHyphens/>
      <w:autoSpaceDE w:val="0"/>
      <w:autoSpaceDN w:val="0"/>
      <w:adjustRightInd w:val="0"/>
      <w:spacing w:line="260" w:lineRule="atLeast"/>
    </w:pPr>
    <w:rPr>
      <w:rFonts w:ascii="Helvetica Light" w:hAnsi="Helvetica Light" w:cs="Helvetica Light"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InstructionsQuestionsfullwidth">
    <w:name w:val="Instructions/Questions full width"/>
    <w:rsid w:val="006033B3"/>
    <w:pPr>
      <w:suppressAutoHyphens/>
      <w:autoSpaceDE w:val="0"/>
      <w:autoSpaceDN w:val="0"/>
      <w:adjustRightInd w:val="0"/>
      <w:spacing w:before="120" w:after="60" w:line="220" w:lineRule="atLeast"/>
    </w:pPr>
    <w:rPr>
      <w:rFonts w:ascii="New Century Schlbk Light" w:hAnsi="New Century Schlbk Light" w:cs="New Century Schlbk Light"/>
      <w:b/>
      <w:bCs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fullwidth">
    <w:name w:val="Body 1. full width"/>
    <w:rsid w:val="006033B3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fullwidthleaders">
    <w:name w:val="Body 1+. full width leaders"/>
    <w:rsid w:val="006033B3"/>
    <w:pPr>
      <w:tabs>
        <w:tab w:val="left" w:pos="300"/>
        <w:tab w:val="right" w:leader="dot" w:pos="996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Tableheadcentre">
    <w:name w:val="Table head centre"/>
    <w:rsid w:val="006033B3"/>
    <w:pPr>
      <w:suppressAutoHyphens/>
      <w:autoSpaceDE w:val="0"/>
      <w:autoSpaceDN w:val="0"/>
      <w:adjustRightInd w:val="0"/>
      <w:spacing w:line="260" w:lineRule="atLeast"/>
      <w:jc w:val="center"/>
    </w:pPr>
    <w:rPr>
      <w:rFonts w:ascii="Helvetica Light" w:hAnsi="Helvetica Light" w:cs="Helvetica Light"/>
      <w:b/>
      <w:bCs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Tabletextright">
    <w:name w:val="Table text right"/>
    <w:rsid w:val="006033B3"/>
    <w:pPr>
      <w:suppressAutoHyphens/>
      <w:autoSpaceDE w:val="0"/>
      <w:autoSpaceDN w:val="0"/>
      <w:adjustRightInd w:val="0"/>
      <w:spacing w:line="260" w:lineRule="atLeast"/>
      <w:jc w:val="right"/>
    </w:pPr>
    <w:rPr>
      <w:rFonts w:ascii="Helvetica Light" w:hAnsi="Helvetica Light" w:cs="Helvetica Light"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Bodyfullwidthleadersindent">
    <w:name w:val="Body full width leaders indent"/>
    <w:rsid w:val="006033B3"/>
    <w:pPr>
      <w:tabs>
        <w:tab w:val="right" w:leader="dot" w:pos="9960"/>
      </w:tabs>
      <w:suppressAutoHyphens/>
      <w:autoSpaceDE w:val="0"/>
      <w:autoSpaceDN w:val="0"/>
      <w:adjustRightInd w:val="0"/>
      <w:spacing w:before="100" w:line="260" w:lineRule="atLeast"/>
      <w:ind w:firstLine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customStyle="1" w:styleId="bold">
    <w:name w:val="bold"/>
    <w:rsid w:val="006033B3"/>
    <w:rPr>
      <w:b/>
      <w:bCs/>
    </w:rPr>
  </w:style>
</w:styles>
</file>

<file path=word/stylesWithEffects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33B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53B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53B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53B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36C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36C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36C5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36C5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436C5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36C5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semiHidden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14:wTextFill>
        <w14:solidFill>
          <w14:srgbClr w14:val="000000"/>
        </w14:solidFill>
      </w14:wTextFill>
      <w:sz w:val="24"/>
      <w:szCs w:val="24"/>
      <w:lang w:val="en-US" w:eastAsia="en-US"/>
    </w:rPr>
  </w:style>
  <w:style w:type="paragraph" w:customStyle="1" w:styleId="worksheettitle">
    <w:name w:val="worksheet title"/>
    <w:basedOn w:val="NoParagraphStyle"/>
    <w:next w:val="NoParagraphStyle"/>
    <w:rsid w:val="0067738F"/>
    <w:pPr>
      <w:tabs>
        <w:tab w:val="left" w:pos="2080"/>
        <w:tab w:val="left" w:pos="2160"/>
        <w:tab w:val="left" w:pos="3024"/>
      </w:tabs>
      <w:suppressAutoHyphens/>
      <w:spacing w:after="420" w:line="600" w:lineRule="atLeast"/>
    </w:pPr>
    <w:rPr>
      <w:rFonts w:ascii="Arial" w:hAnsi="Arial"/>
      <w:sz w:val="60"/>
      <w:szCs w:val="60"/>
      <w:lang w:val="en-GB"/>
    </w:rPr>
  </w:style>
  <w:style w:type="paragraph" w:customStyle="1" w:styleId="worksheetbody">
    <w:name w:val="worksheet body"/>
    <w:basedOn w:val="NoParagraphStyle"/>
    <w:next w:val="NoParagraphStyle"/>
    <w:rsid w:val="00553B05"/>
    <w:pPr>
      <w:suppressAutoHyphens/>
      <w:spacing w:line="280" w:lineRule="atLeast"/>
    </w:pPr>
    <w:rPr>
      <w:rFonts w:ascii="Times New Roman" w:hAnsi="Times New Roman"/>
      <w:sz w:val="22"/>
      <w:szCs w:val="22"/>
      <w:lang w:val="en-GB"/>
    </w:rPr>
  </w:style>
  <w:style w:type="paragraph" w:customStyle="1" w:styleId="worksheetbodyindent">
    <w:name w:val="worksheet body indent"/>
    <w:basedOn w:val="NoParagraphStyle"/>
    <w:next w:val="NoParagraphStyle"/>
    <w:rsid w:val="0067738F"/>
    <w:pPr>
      <w:suppressAutoHyphens/>
      <w:spacing w:line="280" w:lineRule="atLeast"/>
      <w:ind w:firstLine="240"/>
    </w:pPr>
    <w:rPr>
      <w:rFonts w:ascii="Times New Roman" w:hAnsi="Times New Roman"/>
      <w:sz w:val="22"/>
      <w:szCs w:val="22"/>
      <w:lang w:val="en-GB"/>
    </w:rPr>
  </w:style>
  <w:style w:type="paragraph" w:customStyle="1" w:styleId="worksheetsubhead">
    <w:name w:val="worksheet subhead"/>
    <w:basedOn w:val="NoParagraphStyle"/>
    <w:next w:val="NoParagraphStyle"/>
    <w:rsid w:val="00553B05"/>
    <w:pPr>
      <w:tabs>
        <w:tab w:val="left" w:pos="300"/>
        <w:tab w:val="center" w:pos="4149"/>
      </w:tabs>
      <w:suppressAutoHyphens/>
      <w:spacing w:before="280" w:after="60" w:line="280" w:lineRule="atLeast"/>
    </w:pPr>
    <w:rPr>
      <w:rFonts w:ascii="Arial" w:hAnsi="Arial" w:cs="Times-Bold"/>
      <w:b/>
      <w:bCs/>
      <w:spacing w:val="3"/>
      <w:sz w:val="28"/>
      <w:szCs w:val="28"/>
      <w:lang w:val="en-GB"/>
    </w:rPr>
  </w:style>
  <w:style w:type="paragraph" w:customStyle="1" w:styleId="worksheetlist">
    <w:name w:val="worksheet list"/>
    <w:basedOn w:val="NoParagraphStyle"/>
    <w:next w:val="NoParagraphStyle"/>
    <w:rsid w:val="0053660F"/>
    <w:pPr>
      <w:tabs>
        <w:tab w:val="left" w:pos="280"/>
      </w:tabs>
      <w:suppressAutoHyphens/>
      <w:spacing w:before="120" w:line="280" w:lineRule="atLeast"/>
      <w:ind w:left="280" w:hanging="280"/>
    </w:pPr>
    <w:rPr>
      <w:rFonts w:ascii="Times New Roman" w:hAnsi="Times New Roman"/>
      <w:sz w:val="22"/>
      <w:szCs w:val="22"/>
      <w:lang w:val="en-GB"/>
    </w:rPr>
  </w:style>
  <w:style w:type="character" w:customStyle="1" w:styleId="6ptforleaders">
    <w:name w:val="6pt for leaders"/>
    <w:semiHidden/>
    <w:rPr>
      <w:rFonts w:ascii="OfficinaSansLT-Book" w:hAnsi="OfficinaSansLT-Book" w:cs="OfficinaSansLT-Book"/>
      <w:sz w:val="12"/>
      <w:szCs w:val="12"/>
    </w:rPr>
  </w:style>
  <w:style w:type="character" w:customStyle="1" w:styleId="WordImportedListStyle1StylesforWordRTFImportedLists">
    <w:name w:val="Word Imported List Style1 (Styles for Word/RTF Imported Lists)"/>
    <w:semiHidden/>
    <w:rPr>
      <w:w w:val="100"/>
    </w:rPr>
  </w:style>
  <w:style w:type="paragraph" w:styleId="Footer">
    <w:name w:val="footer"/>
    <w:basedOn w:val="Normal"/>
    <w:semiHidden/>
    <w:rsid w:val="00B9752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B97529"/>
  </w:style>
  <w:style w:type="paragraph" w:styleId="Header">
    <w:name w:val="header"/>
    <w:basedOn w:val="Normal"/>
    <w:semiHidden/>
    <w:rsid w:val="00B97529"/>
    <w:pPr>
      <w:tabs>
        <w:tab w:val="center" w:pos="4320"/>
        <w:tab w:val="right" w:pos="8640"/>
      </w:tabs>
    </w:pPr>
  </w:style>
  <w:style w:type="paragraph" w:customStyle="1" w:styleId="worksheetquestiontext">
    <w:name w:val="worksheet question text"/>
    <w:basedOn w:val="NoParagraphStyle"/>
    <w:next w:val="NoParagraphStyle"/>
    <w:rsid w:val="00767683"/>
    <w:pPr>
      <w:tabs>
        <w:tab w:val="right" w:pos="420"/>
        <w:tab w:val="left" w:pos="540"/>
      </w:tabs>
      <w:suppressAutoHyphens/>
      <w:spacing w:before="60" w:after="120" w:line="280" w:lineRule="atLeast"/>
      <w:ind w:left="360" w:hanging="360"/>
    </w:pPr>
    <w:rPr>
      <w:rFonts w:ascii="Times New Roman" w:hAnsi="Times New Roman"/>
      <w:sz w:val="22"/>
      <w:szCs w:val="22"/>
      <w:lang w:val="en-GB"/>
    </w:rPr>
  </w:style>
  <w:style w:type="paragraph" w:customStyle="1" w:styleId="worksheetrule">
    <w:name w:val="worksheet rule"/>
    <w:basedOn w:val="NoParagraphStyle"/>
    <w:next w:val="NoParagraphStyle"/>
    <w:rsid w:val="00767683"/>
    <w:pPr>
      <w:pBdr>
        <w:bottom w:val="dotted" w:sz="8" w:space="0" w:color="auto"/>
      </w:pBdr>
      <w:suppressAutoHyphens/>
      <w:spacing w:after="120" w:line="280" w:lineRule="atLeast"/>
      <w:ind w:left="360"/>
    </w:pPr>
    <w:rPr>
      <w:rFonts w:ascii="Times New Roman" w:hAnsi="Times New Roman"/>
      <w:sz w:val="22"/>
      <w:szCs w:val="22"/>
      <w:lang w:val="en-GB"/>
    </w:rPr>
  </w:style>
  <w:style w:type="paragraph" w:customStyle="1" w:styleId="worksheettablehead">
    <w:name w:val="worksheet table head"/>
    <w:basedOn w:val="NoParagraphStyle"/>
    <w:next w:val="NoParagraphStyle"/>
    <w:rsid w:val="00EB64C2"/>
    <w:pPr>
      <w:suppressAutoHyphens/>
      <w:spacing w:line="280" w:lineRule="atLeast"/>
    </w:pPr>
    <w:rPr>
      <w:rFonts w:ascii="Times New Roman" w:hAnsi="Times New Roman" w:cs="Times-Bold"/>
      <w:b/>
      <w:bCs/>
      <w:color w:val="FFFFFF"/>
      <w14:wTextFill>
        <w14:solidFill>
          <w14:srgbClr w14:val="FFFFFF"/>
        </w14:solidFill>
      </w14:wTextFill>
      <w:sz w:val="22"/>
      <w:szCs w:val="22"/>
      <w:lang w:val="en-GB"/>
      <w14:wTextFill>
        <w14:solidFill>
          <w14:srgbClr w14:val="FFFFFF"/>
        </w14:solidFill>
      </w14:wTextFill>
    </w:rPr>
  </w:style>
  <w:style w:type="paragraph" w:customStyle="1" w:styleId="worksheettablesubhead">
    <w:name w:val="worksheet table subhead"/>
    <w:basedOn w:val="NoParagraphStyle"/>
    <w:next w:val="NoParagraphStyle"/>
    <w:rsid w:val="00FC379F"/>
    <w:pPr>
      <w:suppressAutoHyphens/>
      <w:spacing w:line="280" w:lineRule="atLeast"/>
      <w:jc w:val="center"/>
    </w:pPr>
    <w:rPr>
      <w:rFonts w:ascii="Times New Roman" w:hAnsi="Times New Roman" w:cs="Times-Bold"/>
      <w:b/>
      <w:bCs/>
      <w:sz w:val="22"/>
      <w:szCs w:val="22"/>
      <w:lang w:val="en-GB"/>
    </w:rPr>
  </w:style>
  <w:style w:type="paragraph" w:customStyle="1" w:styleId="worksheetbodylistlast">
    <w:name w:val="worksheet body list last"/>
    <w:basedOn w:val="Normal"/>
    <w:next w:val="Normal"/>
    <w:rsid w:val="00767683"/>
    <w:pPr>
      <w:widowControl w:val="0"/>
      <w:tabs>
        <w:tab w:val="right" w:pos="420"/>
        <w:tab w:val="left" w:pos="680"/>
      </w:tabs>
      <w:suppressAutoHyphens/>
      <w:autoSpaceDE w:val="0"/>
      <w:autoSpaceDN w:val="0"/>
      <w:adjustRightInd w:val="0"/>
      <w:spacing w:after="120" w:line="280" w:lineRule="atLeast"/>
      <w:ind w:left="240" w:hanging="240"/>
      <w:textAlignment w:val="center"/>
    </w:pPr>
    <w:rPr>
      <w:rFonts w:cs="Times-Roman"/>
      <w:color w:val="000000"/>
      <w14:wTextFill>
        <w14:solidFill>
          <w14:srgbClr w14:val="000000"/>
        </w14:solidFill>
      </w14:wTextFill>
      <w:sz w:val="22"/>
      <w:szCs w:val="22"/>
      <w:lang w:val="en-GB"/>
    </w:rPr>
  </w:style>
  <w:style w:type="paragraph" w:styleId="BodyTextIndent">
    <w:name w:val="Body Text Indent"/>
    <w:basedOn w:val="Normal"/>
    <w:semiHidden/>
    <w:rsid w:val="00436C51"/>
    <w:pPr>
      <w:spacing w:after="120"/>
      <w:ind w:left="360"/>
    </w:pPr>
  </w:style>
  <w:style w:type="numbering" w:styleId="111111">
    <w:name w:val="Outline List 2"/>
    <w:basedOn w:val="NoList"/>
    <w:semiHidden/>
    <w:rsid w:val="00436C51"/>
    <w:pPr>
      <w:numPr>
        <w:numId w:val="1"/>
      </w:numPr>
    </w:pPr>
  </w:style>
  <w:style w:type="numbering" w:styleId="1ai">
    <w:name w:val="Outline List 1"/>
    <w:basedOn w:val="NoList"/>
    <w:semiHidden/>
    <w:rsid w:val="00436C51"/>
    <w:pPr>
      <w:numPr>
        <w:numId w:val="2"/>
      </w:numPr>
    </w:pPr>
  </w:style>
  <w:style w:type="numbering" w:styleId="ArticleSection">
    <w:name w:val="Outline List 3"/>
    <w:basedOn w:val="NoList"/>
    <w:semiHidden/>
    <w:rsid w:val="00436C51"/>
    <w:pPr>
      <w:numPr>
        <w:numId w:val="3"/>
      </w:numPr>
    </w:pPr>
  </w:style>
  <w:style w:type="paragraph" w:styleId="BlockText">
    <w:name w:val="Block Text"/>
    <w:basedOn w:val="Normal"/>
    <w:semiHidden/>
    <w:rsid w:val="00436C51"/>
    <w:pPr>
      <w:spacing w:after="120"/>
      <w:ind w:left="1440" w:right="1440"/>
    </w:pPr>
  </w:style>
  <w:style w:type="paragraph" w:styleId="BodyText">
    <w:name w:val="Body Text"/>
    <w:basedOn w:val="Normal"/>
    <w:semiHidden/>
    <w:rsid w:val="00436C51"/>
    <w:pPr>
      <w:spacing w:after="120"/>
    </w:pPr>
  </w:style>
  <w:style w:type="paragraph" w:styleId="BodyText2">
    <w:name w:val="Body Text 2"/>
    <w:basedOn w:val="Normal"/>
    <w:semiHidden/>
    <w:rsid w:val="00436C51"/>
    <w:pPr>
      <w:spacing w:after="120" w:line="480" w:lineRule="auto"/>
    </w:pPr>
  </w:style>
  <w:style w:type="paragraph" w:styleId="BodyText3">
    <w:name w:val="Body Text 3"/>
    <w:basedOn w:val="Normal"/>
    <w:semiHidden/>
    <w:rsid w:val="00436C5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436C51"/>
    <w:pPr>
      <w:ind w:firstLine="210"/>
    </w:pPr>
  </w:style>
  <w:style w:type="paragraph" w:styleId="BodyTextFirstIndent2">
    <w:name w:val="Body Text First Indent 2"/>
    <w:basedOn w:val="BodyTextIndent"/>
    <w:semiHidden/>
    <w:rsid w:val="00436C51"/>
    <w:pPr>
      <w:ind w:firstLine="210"/>
    </w:pPr>
  </w:style>
  <w:style w:type="paragraph" w:styleId="BodyTextIndent2">
    <w:name w:val="Body Text Indent 2"/>
    <w:basedOn w:val="Normal"/>
    <w:semiHidden/>
    <w:rsid w:val="00436C51"/>
    <w:pPr>
      <w:spacing w:after="120" w:line="480" w:lineRule="auto"/>
      <w:ind w:left="360"/>
    </w:pPr>
  </w:style>
  <w:style w:type="paragraph" w:styleId="BodyTextIndent3">
    <w:name w:val="Body Text Indent 3"/>
    <w:basedOn w:val="Normal"/>
    <w:semiHidden/>
    <w:rsid w:val="00436C51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semiHidden/>
    <w:rsid w:val="00436C51"/>
    <w:pPr>
      <w:ind w:left="4320"/>
    </w:pPr>
  </w:style>
  <w:style w:type="paragraph" w:styleId="Date">
    <w:name w:val="Date"/>
    <w:basedOn w:val="Normal"/>
    <w:next w:val="Normal"/>
    <w:semiHidden/>
    <w:rsid w:val="00436C51"/>
  </w:style>
  <w:style w:type="paragraph" w:styleId="E-mailSignature">
    <w:name w:val="E-mail Signature"/>
    <w:basedOn w:val="Normal"/>
    <w:semiHidden/>
    <w:rsid w:val="00436C51"/>
  </w:style>
  <w:style w:type="character" w:styleId="Emphasis">
    <w:name w:val="Emphasis"/>
    <w:basedOn w:val="DefaultParagraphFont"/>
    <w:qFormat/>
    <w:rsid w:val="00436C51"/>
    <w:rPr>
      <w:i/>
      <w:iCs/>
    </w:rPr>
  </w:style>
  <w:style w:type="paragraph" w:styleId="EnvelopeAddress">
    <w:name w:val="envelope address"/>
    <w:basedOn w:val="Normal"/>
    <w:semiHidden/>
    <w:rsid w:val="00436C51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436C51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436C51"/>
    <w:rPr>
      <w:color w:val="800080"/>
      <w14:wTextFill>
        <w14:solidFill>
          <w14:srgbClr w14:val="800080"/>
        </w14:solidFill>
      </w14:wTextFill>
      <w:u w:val="single"/>
      <w14:wTextFill>
        <w14:solidFill>
          <w14:srgbClr w14:val="800080"/>
        </w14:solidFill>
      </w14:wTextFill>
    </w:rPr>
  </w:style>
  <w:style w:type="character" w:styleId="HTMLAcronym">
    <w:name w:val="HTML Acronym"/>
    <w:basedOn w:val="DefaultParagraphFont"/>
    <w:semiHidden/>
    <w:rsid w:val="00436C51"/>
  </w:style>
  <w:style w:type="paragraph" w:styleId="HTMLAddress">
    <w:name w:val="HTML Address"/>
    <w:basedOn w:val="Normal"/>
    <w:semiHidden/>
    <w:rsid w:val="00436C51"/>
    <w:rPr>
      <w:i/>
      <w:iCs/>
    </w:rPr>
  </w:style>
  <w:style w:type="character" w:styleId="HTMLCite">
    <w:name w:val="HTML Cite"/>
    <w:basedOn w:val="DefaultParagraphFont"/>
    <w:semiHidden/>
    <w:rsid w:val="00436C51"/>
    <w:rPr>
      <w:i/>
      <w:iCs/>
    </w:rPr>
  </w:style>
  <w:style w:type="character" w:styleId="HTMLCode">
    <w:name w:val="HTML Code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436C51"/>
    <w:rPr>
      <w:i/>
      <w:iCs/>
    </w:rPr>
  </w:style>
  <w:style w:type="character" w:styleId="HTMLKeyboard">
    <w:name w:val="HTML Keyboard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36C5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436C5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436C5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436C51"/>
    <w:rPr>
      <w:i/>
      <w:iCs/>
    </w:rPr>
  </w:style>
  <w:style w:type="character" w:styleId="Hyperlink">
    <w:name w:val="Hyperlink"/>
    <w:basedOn w:val="DefaultParagraphFont"/>
    <w:semiHidden/>
    <w:rsid w:val="00436C51"/>
    <w:rPr>
      <w:color w:val="0000FF"/>
      <w14:wTextFill>
        <w14:solidFill>
          <w14:srgbClr w14:val="0000FF"/>
        </w14:solidFill>
      </w14:wTextFill>
      <w:u w:val="single"/>
      <w14:wTextFill>
        <w14:solidFill>
          <w14:srgbClr w14:val="0000FF"/>
        </w14:solidFill>
      </w14:wTextFill>
    </w:rPr>
  </w:style>
  <w:style w:type="character" w:styleId="LineNumber">
    <w:name w:val="line number"/>
    <w:basedOn w:val="DefaultParagraphFont"/>
    <w:semiHidden/>
    <w:rsid w:val="00436C51"/>
  </w:style>
  <w:style w:type="paragraph" w:styleId="List">
    <w:name w:val="List"/>
    <w:basedOn w:val="Normal"/>
    <w:semiHidden/>
    <w:rsid w:val="00436C51"/>
    <w:pPr>
      <w:ind w:left="360" w:hanging="360"/>
    </w:pPr>
  </w:style>
  <w:style w:type="paragraph" w:styleId="List2">
    <w:name w:val="List 2"/>
    <w:basedOn w:val="Normal"/>
    <w:semiHidden/>
    <w:rsid w:val="00436C51"/>
    <w:pPr>
      <w:ind w:left="720" w:hanging="360"/>
    </w:pPr>
  </w:style>
  <w:style w:type="paragraph" w:styleId="List3">
    <w:name w:val="List 3"/>
    <w:basedOn w:val="Normal"/>
    <w:semiHidden/>
    <w:rsid w:val="00436C51"/>
    <w:pPr>
      <w:ind w:left="1080" w:hanging="360"/>
    </w:pPr>
  </w:style>
  <w:style w:type="paragraph" w:styleId="List4">
    <w:name w:val="List 4"/>
    <w:basedOn w:val="Normal"/>
    <w:semiHidden/>
    <w:rsid w:val="00436C51"/>
    <w:pPr>
      <w:ind w:left="1440" w:hanging="360"/>
    </w:pPr>
  </w:style>
  <w:style w:type="paragraph" w:styleId="List5">
    <w:name w:val="List 5"/>
    <w:basedOn w:val="Normal"/>
    <w:semiHidden/>
    <w:rsid w:val="00436C51"/>
    <w:pPr>
      <w:ind w:left="1800" w:hanging="360"/>
    </w:pPr>
  </w:style>
  <w:style w:type="paragraph" w:styleId="ListBullet">
    <w:name w:val="List Bullet"/>
    <w:basedOn w:val="Normal"/>
    <w:semiHidden/>
    <w:rsid w:val="00436C51"/>
    <w:pPr>
      <w:numPr>
        <w:numId w:val="4"/>
      </w:numPr>
    </w:pPr>
  </w:style>
  <w:style w:type="paragraph" w:styleId="ListBullet2">
    <w:name w:val="List Bullet 2"/>
    <w:basedOn w:val="Normal"/>
    <w:semiHidden/>
    <w:rsid w:val="00436C51"/>
    <w:pPr>
      <w:numPr>
        <w:numId w:val="5"/>
      </w:numPr>
    </w:pPr>
  </w:style>
  <w:style w:type="paragraph" w:styleId="ListBullet3">
    <w:name w:val="List Bullet 3"/>
    <w:basedOn w:val="Normal"/>
    <w:semiHidden/>
    <w:rsid w:val="00436C51"/>
    <w:pPr>
      <w:numPr>
        <w:numId w:val="6"/>
      </w:numPr>
    </w:pPr>
  </w:style>
  <w:style w:type="paragraph" w:styleId="ListBullet4">
    <w:name w:val="List Bullet 4"/>
    <w:basedOn w:val="Normal"/>
    <w:semiHidden/>
    <w:rsid w:val="00436C51"/>
    <w:pPr>
      <w:numPr>
        <w:numId w:val="7"/>
      </w:numPr>
    </w:pPr>
  </w:style>
  <w:style w:type="paragraph" w:styleId="ListBullet5">
    <w:name w:val="List Bullet 5"/>
    <w:basedOn w:val="Normal"/>
    <w:semiHidden/>
    <w:rsid w:val="00436C51"/>
    <w:pPr>
      <w:numPr>
        <w:numId w:val="8"/>
      </w:numPr>
    </w:pPr>
  </w:style>
  <w:style w:type="paragraph" w:styleId="ListContinue">
    <w:name w:val="List Continue"/>
    <w:basedOn w:val="Normal"/>
    <w:semiHidden/>
    <w:rsid w:val="00436C51"/>
    <w:pPr>
      <w:spacing w:after="120"/>
      <w:ind w:left="360"/>
    </w:pPr>
  </w:style>
  <w:style w:type="paragraph" w:styleId="ListContinue2">
    <w:name w:val="List Continue 2"/>
    <w:basedOn w:val="Normal"/>
    <w:semiHidden/>
    <w:rsid w:val="00436C51"/>
    <w:pPr>
      <w:spacing w:after="120"/>
      <w:ind w:left="720"/>
    </w:pPr>
  </w:style>
  <w:style w:type="paragraph" w:styleId="ListContinue3">
    <w:name w:val="List Continue 3"/>
    <w:basedOn w:val="Normal"/>
    <w:semiHidden/>
    <w:rsid w:val="00436C51"/>
    <w:pPr>
      <w:spacing w:after="120"/>
      <w:ind w:left="1080"/>
    </w:pPr>
  </w:style>
  <w:style w:type="paragraph" w:styleId="ListContinue4">
    <w:name w:val="List Continue 4"/>
    <w:basedOn w:val="Normal"/>
    <w:semiHidden/>
    <w:rsid w:val="00436C51"/>
    <w:pPr>
      <w:spacing w:after="120"/>
      <w:ind w:left="1440"/>
    </w:pPr>
  </w:style>
  <w:style w:type="paragraph" w:styleId="ListContinue5">
    <w:name w:val="List Continue 5"/>
    <w:basedOn w:val="Normal"/>
    <w:semiHidden/>
    <w:rsid w:val="00436C51"/>
    <w:pPr>
      <w:spacing w:after="120"/>
      <w:ind w:left="1800"/>
    </w:pPr>
  </w:style>
  <w:style w:type="paragraph" w:styleId="ListNumber">
    <w:name w:val="List Number"/>
    <w:basedOn w:val="Normal"/>
    <w:semiHidden/>
    <w:rsid w:val="00436C51"/>
    <w:pPr>
      <w:numPr>
        <w:numId w:val="9"/>
      </w:numPr>
    </w:pPr>
  </w:style>
  <w:style w:type="paragraph" w:styleId="ListNumber2">
    <w:name w:val="List Number 2"/>
    <w:basedOn w:val="Normal"/>
    <w:semiHidden/>
    <w:rsid w:val="00436C51"/>
    <w:pPr>
      <w:numPr>
        <w:numId w:val="10"/>
      </w:numPr>
    </w:pPr>
  </w:style>
  <w:style w:type="paragraph" w:styleId="ListNumber3">
    <w:name w:val="List Number 3"/>
    <w:basedOn w:val="Normal"/>
    <w:semiHidden/>
    <w:rsid w:val="00436C51"/>
    <w:pPr>
      <w:numPr>
        <w:numId w:val="11"/>
      </w:numPr>
    </w:pPr>
  </w:style>
  <w:style w:type="paragraph" w:styleId="ListNumber4">
    <w:name w:val="List Number 4"/>
    <w:basedOn w:val="Normal"/>
    <w:semiHidden/>
    <w:rsid w:val="00436C51"/>
    <w:pPr>
      <w:numPr>
        <w:numId w:val="12"/>
      </w:numPr>
    </w:pPr>
  </w:style>
  <w:style w:type="paragraph" w:styleId="ListNumber5">
    <w:name w:val="List Number 5"/>
    <w:basedOn w:val="Normal"/>
    <w:semiHidden/>
    <w:rsid w:val="00436C51"/>
    <w:pPr>
      <w:numPr>
        <w:numId w:val="13"/>
      </w:numPr>
    </w:pPr>
  </w:style>
  <w:style w:type="paragraph" w:styleId="MessageHeader">
    <w:name w:val="Message Header"/>
    <w:basedOn w:val="Normal"/>
    <w:semiHidden/>
    <w:rsid w:val="00436C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  <w:rsid w:val="00436C51"/>
  </w:style>
  <w:style w:type="paragraph" w:styleId="NormalIndent">
    <w:name w:val="Normal Indent"/>
    <w:basedOn w:val="Normal"/>
    <w:semiHidden/>
    <w:rsid w:val="00436C51"/>
    <w:pPr>
      <w:ind w:left="720"/>
    </w:pPr>
  </w:style>
  <w:style w:type="paragraph" w:styleId="NoteHeading">
    <w:name w:val="Note Heading"/>
    <w:basedOn w:val="Normal"/>
    <w:next w:val="Normal"/>
    <w:semiHidden/>
    <w:rsid w:val="00436C51"/>
  </w:style>
  <w:style w:type="paragraph" w:styleId="PlainText">
    <w:name w:val="Plain Text"/>
    <w:basedOn w:val="Normal"/>
    <w:semiHidden/>
    <w:rsid w:val="00436C5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436C51"/>
  </w:style>
  <w:style w:type="paragraph" w:styleId="Signature">
    <w:name w:val="Signature"/>
    <w:basedOn w:val="Normal"/>
    <w:semiHidden/>
    <w:rsid w:val="00436C51"/>
    <w:pPr>
      <w:ind w:left="4320"/>
    </w:pPr>
  </w:style>
  <w:style w:type="character" w:styleId="Strong">
    <w:name w:val="Strong"/>
    <w:basedOn w:val="DefaultParagraphFont"/>
    <w:qFormat/>
    <w:rsid w:val="00436C51"/>
    <w:rPr>
      <w:b/>
      <w:bCs/>
    </w:rPr>
  </w:style>
  <w:style w:type="paragraph" w:styleId="Subtitle">
    <w:name w:val="Subtitle"/>
    <w:basedOn w:val="Normal"/>
    <w:qFormat/>
    <w:rsid w:val="00436C51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436C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  <w14:wTextFill>
          <w14:solidFill>
            <w14:srgbClr w14:val="800080"/>
          </w14:solidFill>
        </w14:wTextFill>
        <w14:wTextFill>
          <w14:solidFill>
            <w14:srgbClr w14:val="800080"/>
          </w14:solidFill>
        </w14:wTextFill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36C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36C5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36C51"/>
    <w:rPr>
      <w:color w:val="000080"/>
      <w14:wTextFill>
        <w14:solidFill>
          <w14:srgbClr w14:val="000080"/>
        </w14:solidFill>
      </w14:wTextFill>
      <w14:wTextFill>
        <w14:solidFill>
          <w14:srgbClr w14:val="000080"/>
        </w14:solidFill>
      </w14:wTextFill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36C51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36C51"/>
    <w:rPr>
      <w:color w:val="FFFFFF"/>
      <w14:wTextFill>
        <w14:solidFill>
          <w14:srgbClr w14:val="FFFFFF"/>
        </w14:solidFill>
      </w14:wTextFill>
      <w14:wTextFill>
        <w14:solidFill>
          <w14:srgbClr w14:val="FFFFFF"/>
        </w14:solidFill>
      </w14:wTextFill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36C51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36C51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36C51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00000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36C51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30" w:color="00000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36C51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36C51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50" w:color="00808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36C51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shd w:val="solid" w:color="C0C0C0" w:fill="FFFFFF"/>
      </w:tcPr>
    </w:tblStylePr>
    <w:tblStylePr w:type="band2Vert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</w:tblStylePr>
  </w:style>
  <w:style w:type="table" w:styleId="TableContemporary">
    <w:name w:val="Table Contemporary"/>
    <w:basedOn w:val="TableNormal"/>
    <w:semiHidden/>
    <w:rsid w:val="00436C5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36C51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36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36C51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36C5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36C51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36C5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36C51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36C51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  <w14:wTextFill>
          <w14:solidFill>
            <w14:srgbClr w14:val="800000"/>
          </w14:solidFill>
        </w14:wTextFill>
        <w14:wTextFill>
          <w14:solidFill>
            <w14:srgbClr w14:val="800000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36C51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36C51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  <w14:wTextFill>
          <w14:solidFill>
            <w14:srgbClr w14:val="000080"/>
          </w14:solidFill>
        </w14:wTextFill>
        <w14:wTextFill>
          <w14:solidFill>
            <w14:srgbClr w14:val="00008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36C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36C51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36C5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36C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36C51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36C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36C51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  <w14:wTextFill>
          <w14:solidFill>
            <w14:srgbClr w14:val="FFFFFF"/>
          </w14:solidFill>
        </w14:wTextFill>
        <w14:wTextFill>
          <w14:solidFill>
            <w14:srgbClr w14:val="FFFFFF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36C51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36C51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36C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436C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36C51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36C51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000000"/>
        <w14:wTextFill>
          <w14:solidFill>
            <w14:srgbClr w14:val="000000"/>
          </w14:solidFill>
        </w14:wTextFill>
        <w14:wTextFill>
          <w14:solidFill>
            <w14:srgbClr w14:val="000000"/>
          </w14:solidFill>
        </w14:wTextFill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436C5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Eachworksheetline">
    <w:name w:val="Each worksheet line"/>
    <w:basedOn w:val="NoParagraphStyle"/>
    <w:rsid w:val="00D9641F"/>
    <w:pPr>
      <w:tabs>
        <w:tab w:val="left" w:leader="dot" w:pos="3200"/>
        <w:tab w:val="left" w:leader="dot" w:pos="4720"/>
        <w:tab w:val="left" w:leader="dot" w:pos="7960"/>
        <w:tab w:val="left" w:leader="dot" w:pos="9940"/>
      </w:tabs>
      <w:spacing w:after="280" w:line="340" w:lineRule="atLeast"/>
      <w:ind w:right="1"/>
      <w:jc w:val="distribute"/>
    </w:pPr>
    <w:rPr>
      <w:rFonts w:ascii="Arial" w:hAnsi="Arial" w:cs="ArialMT"/>
      <w:sz w:val="18"/>
      <w:szCs w:val="18"/>
      <w:lang w:val="en-GB"/>
    </w:rPr>
  </w:style>
  <w:style w:type="paragraph" w:customStyle="1" w:styleId="worksheetcoloumnhead">
    <w:name w:val="worksheet coloumn head"/>
    <w:basedOn w:val="NoParagraphStyle"/>
    <w:rsid w:val="00767683"/>
    <w:pPr>
      <w:suppressAutoHyphens/>
      <w:spacing w:line="280" w:lineRule="atLeast"/>
      <w:jc w:val="center"/>
    </w:pPr>
    <w:rPr>
      <w:rFonts w:ascii="Times New Roman" w:hAnsi="Times New Roman" w:cs="TimesNewRomanPS-Bold"/>
      <w:b/>
      <w:bCs/>
      <w:sz w:val="22"/>
      <w:szCs w:val="22"/>
      <w:lang w:val="en-GB"/>
    </w:rPr>
  </w:style>
  <w:style w:type="paragraph" w:customStyle="1" w:styleId="worksheettablefootnote">
    <w:name w:val="worksheet table footnote"/>
    <w:basedOn w:val="NoParagraphStyle"/>
    <w:rsid w:val="00767683"/>
    <w:pPr>
      <w:suppressAutoHyphens/>
      <w:spacing w:line="220" w:lineRule="atLeast"/>
    </w:pPr>
    <w:rPr>
      <w:rFonts w:ascii="Times New Roman" w:hAnsi="Times New Roman" w:cs="TimesNewRomanPS"/>
      <w:sz w:val="18"/>
      <w:szCs w:val="18"/>
      <w:lang w:val="en-GB"/>
    </w:rPr>
  </w:style>
  <w:style w:type="paragraph" w:customStyle="1" w:styleId="worksheeticontext">
    <w:name w:val="worksheet icon text"/>
    <w:basedOn w:val="NoParagraphStyle"/>
    <w:rsid w:val="0039519E"/>
    <w:pPr>
      <w:jc w:val="right"/>
    </w:pPr>
    <w:rPr>
      <w:rFonts w:ascii="Arial" w:hAnsi="Arial" w:cs="Arial-BoldMT"/>
      <w:b/>
      <w:bCs/>
      <w:color w:val="FFFFFF"/>
      <w14:wTextFill>
        <w14:solidFill>
          <w14:srgbClr w14:val="FFFFFF"/>
        </w14:solidFill>
      </w14:wTextFill>
      <w:spacing w:val="5"/>
      <w:lang w:val="en-GB"/>
      <w14:wTextFill>
        <w14:solidFill>
          <w14:srgbClr w14:val="FFFFFF"/>
        </w14:solidFill>
      </w14:wTextFill>
    </w:rPr>
  </w:style>
  <w:style w:type="paragraph" w:customStyle="1" w:styleId="worksheetchapterline">
    <w:name w:val="worksheet chapter line"/>
    <w:basedOn w:val="NoParagraphStyle"/>
    <w:rsid w:val="0039519E"/>
    <w:pPr>
      <w:tabs>
        <w:tab w:val="left" w:pos="300"/>
      </w:tabs>
      <w:suppressAutoHyphens/>
      <w:spacing w:line="220" w:lineRule="atLeast"/>
      <w:textAlignment w:val="baseline"/>
    </w:pPr>
    <w:rPr>
      <w:rFonts w:ascii="Arial" w:hAnsi="Arial" w:cs="Arial-BoldMT"/>
      <w:b/>
      <w:bCs/>
      <w:spacing w:val="4"/>
      <w:sz w:val="18"/>
      <w:szCs w:val="18"/>
      <w:lang w:val="en-GB"/>
    </w:rPr>
  </w:style>
  <w:style w:type="paragraph" w:customStyle="1" w:styleId="worksheetnewconcepts">
    <w:name w:val="worksheet new concepts"/>
    <w:basedOn w:val="NoParagraphStyle"/>
    <w:rsid w:val="007B0600"/>
    <w:pPr>
      <w:tabs>
        <w:tab w:val="left" w:pos="300"/>
      </w:tabs>
      <w:suppressAutoHyphens/>
      <w:spacing w:line="240" w:lineRule="atLeast"/>
      <w:textAlignment w:val="baseline"/>
    </w:pPr>
    <w:rPr>
      <w:rFonts w:ascii="Arial" w:hAnsi="Arial" w:cs="ArialMT"/>
      <w:spacing w:val="5"/>
      <w:lang w:val="en-GB"/>
    </w:rPr>
  </w:style>
  <w:style w:type="paragraph" w:customStyle="1" w:styleId="worksheetfigurecaption">
    <w:name w:val="worksheet figure caption"/>
    <w:basedOn w:val="NoParagraphStyle"/>
    <w:rsid w:val="007B0600"/>
    <w:pPr>
      <w:suppressAutoHyphens/>
      <w:spacing w:line="240" w:lineRule="atLeast"/>
    </w:pPr>
    <w:rPr>
      <w:rFonts w:ascii="TimesNewRomanPS-Italic" w:hAnsi="TimesNewRomanPS-Italic" w:cs="TimesNewRomanPS-Italic"/>
      <w:i/>
      <w:iCs/>
      <w:sz w:val="20"/>
      <w:szCs w:val="20"/>
      <w:lang w:val="en-GB"/>
    </w:rPr>
  </w:style>
  <w:style w:type="paragraph" w:customStyle="1" w:styleId="runningfooter">
    <w:name w:val="running footer"/>
    <w:basedOn w:val="NoParagraphStyle"/>
    <w:rsid w:val="000B7696"/>
    <w:pPr>
      <w:tabs>
        <w:tab w:val="left" w:pos="300"/>
      </w:tabs>
      <w:suppressAutoHyphens/>
      <w:spacing w:line="160" w:lineRule="atLeast"/>
      <w:jc w:val="right"/>
      <w:textAlignment w:val="baseline"/>
    </w:pPr>
    <w:rPr>
      <w:rFonts w:ascii="Arial" w:hAnsi="Arial" w:cs="TimesNewRomanPS"/>
      <w:spacing w:val="3"/>
      <w:sz w:val="14"/>
      <w:szCs w:val="14"/>
      <w:lang w:val="en-GB"/>
    </w:rPr>
  </w:style>
  <w:style w:type="paragraph" w:customStyle="1" w:styleId="worksheetlista">
    <w:name w:val="worksheet list (a)"/>
    <w:basedOn w:val="worksheetlist"/>
    <w:rsid w:val="002C7C1D"/>
    <w:pPr>
      <w:tabs>
        <w:tab w:val="clear" w:pos="280"/>
        <w:tab w:val="left" w:pos="400"/>
      </w:tabs>
      <w:ind w:left="680" w:hanging="400"/>
    </w:pPr>
  </w:style>
  <w:style w:type="paragraph" w:customStyle="1" w:styleId="worksheetlist10">
    <w:name w:val="worksheet list 10"/>
    <w:basedOn w:val="worksheetlist"/>
    <w:rsid w:val="00F817E1"/>
    <w:pPr>
      <w:tabs>
        <w:tab w:val="right" w:pos="280"/>
        <w:tab w:val="left" w:pos="400"/>
      </w:tabs>
    </w:pPr>
  </w:style>
  <w:style w:type="paragraph" w:styleId="ListParagraph">
    <w:name w:val="List Paragraph"/>
    <w:basedOn w:val="Normal"/>
    <w:qFormat/>
    <w:rsid w:val="004B16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AU"/>
    </w:rPr>
  </w:style>
  <w:style w:type="paragraph" w:customStyle="1" w:styleId="Reference">
    <w:name w:val="Reference"/>
    <w:rsid w:val="00BA6479"/>
    <w:pPr>
      <w:suppressAutoHyphens/>
      <w:autoSpaceDE w:val="0"/>
      <w:autoSpaceDN w:val="0"/>
      <w:adjustRightInd w:val="0"/>
      <w:spacing w:after="300" w:line="180" w:lineRule="atLeast"/>
      <w:jc w:val="right"/>
    </w:pPr>
    <w:rPr>
      <w:rFonts w:ascii="New Century Schlbk Light" w:hAnsi="New Century Schlbk Light" w:cs="New Century Schlbk Light"/>
      <w:i/>
      <w:iCs/>
      <w:color w:val="000000"/>
      <w14:wTextFill>
        <w14:solidFill>
          <w14:srgbClr w14:val="000000"/>
        </w14:solidFill>
      </w14:wTextFill>
      <w:w w:val="0"/>
      <w:sz w:val="16"/>
      <w:szCs w:val="16"/>
      <w:lang w:val="en-GB" w:eastAsia="en-US"/>
    </w:rPr>
  </w:style>
  <w:style w:type="paragraph" w:customStyle="1" w:styleId="Body1afullwidthindentleaders">
    <w:name w:val="Body 1+. (a) full width  indent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">
    <w:name w:val="Body 1+."/>
    <w:rsid w:val="00BA6479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">
    <w:name w:val="Body"/>
    <w:rsid w:val="00BA6479"/>
    <w:pPr>
      <w:suppressAutoHyphens/>
      <w:autoSpaceDE w:val="0"/>
      <w:autoSpaceDN w:val="0"/>
      <w:adjustRightInd w:val="0"/>
      <w:spacing w:line="260" w:lineRule="atLeast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0">
    <w:name w:val="Body 1."/>
    <w:rsid w:val="00BA6479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InstructionsQuestions">
    <w:name w:val="Instructions/Questions"/>
    <w:rsid w:val="00BA6479"/>
    <w:pPr>
      <w:suppressAutoHyphens/>
      <w:autoSpaceDE w:val="0"/>
      <w:autoSpaceDN w:val="0"/>
      <w:adjustRightInd w:val="0"/>
      <w:spacing w:before="120" w:after="60" w:line="220" w:lineRule="atLeast"/>
    </w:pPr>
    <w:rPr>
      <w:rFonts w:ascii="New Century Schlbk Light" w:hAnsi="New Century Schlbk Light" w:cs="New Century Schlbk Light"/>
      <w:b/>
      <w:bCs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TitleAhead">
    <w:name w:val="Title A head"/>
    <w:rsid w:val="00BA6479"/>
    <w:pPr>
      <w:suppressAutoHyphens/>
      <w:autoSpaceDE w:val="0"/>
      <w:autoSpaceDN w:val="0"/>
      <w:adjustRightInd w:val="0"/>
      <w:spacing w:after="120" w:line="480" w:lineRule="atLeast"/>
      <w:jc w:val="center"/>
    </w:pPr>
    <w:rPr>
      <w:rFonts w:ascii="Folio Light" w:hAnsi="Folio Light" w:cs="Folio Light"/>
      <w:color w:val="000000"/>
      <w14:wTextFill>
        <w14:solidFill>
          <w14:srgbClr w14:val="000000"/>
        </w14:solidFill>
      </w14:wTextFill>
      <w:w w:val="0"/>
      <w:sz w:val="46"/>
      <w:szCs w:val="46"/>
      <w:lang w:val="en-GB" w:eastAsia="en-US"/>
    </w:rPr>
  </w:style>
  <w:style w:type="paragraph" w:customStyle="1" w:styleId="Leadersindentfullwidth">
    <w:name w:val="Leaders indent full width"/>
    <w:rsid w:val="00BA6479"/>
    <w:pPr>
      <w:tabs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300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afullwidthleaders">
    <w:name w:val="Body 1+. (a+) full width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afullwidthleaders0">
    <w:name w:val="Body 1+. (a) full width leaders"/>
    <w:rsid w:val="00BA6479"/>
    <w:pPr>
      <w:tabs>
        <w:tab w:val="left" w:pos="300"/>
        <w:tab w:val="left" w:pos="640"/>
        <w:tab w:val="right" w:leader="dot" w:pos="9960"/>
      </w:tabs>
      <w:suppressAutoHyphens/>
      <w:autoSpaceDE w:val="0"/>
      <w:autoSpaceDN w:val="0"/>
      <w:adjustRightInd w:val="0"/>
      <w:spacing w:before="120" w:line="260" w:lineRule="atLeast"/>
      <w:ind w:left="640" w:hanging="64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customStyle="1" w:styleId="ReferenceNo">
    <w:name w:val="Reference No."/>
    <w:rsid w:val="00BA6479"/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spacing w:val="0"/>
      <w:w w:val="100"/>
      <w:sz w:val="16"/>
      <w:szCs w:val="16"/>
      <w:u w:val="none"/>
      <w:vertAlign w:val="baseline"/>
      <w:lang w:val="en-GB"/>
    </w:rPr>
  </w:style>
  <w:style w:type="paragraph" w:customStyle="1" w:styleId="Bodyfullwidth">
    <w:name w:val="Body full width"/>
    <w:rsid w:val="0011428C"/>
    <w:pPr>
      <w:suppressAutoHyphens/>
      <w:autoSpaceDE w:val="0"/>
      <w:autoSpaceDN w:val="0"/>
      <w:adjustRightInd w:val="0"/>
      <w:spacing w:line="260" w:lineRule="atLeast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styleId="CommentReference">
    <w:name w:val="annotation reference"/>
    <w:basedOn w:val="DefaultParagraphFont"/>
    <w:semiHidden/>
    <w:rsid w:val="0003101C"/>
    <w:rPr>
      <w:sz w:val="16"/>
      <w:szCs w:val="16"/>
    </w:rPr>
  </w:style>
  <w:style w:type="paragraph" w:styleId="CommentText">
    <w:name w:val="annotation text"/>
    <w:basedOn w:val="Normal"/>
    <w:semiHidden/>
    <w:rsid w:val="0003101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101C"/>
    <w:rPr>
      <w:b/>
      <w:bCs/>
    </w:rPr>
  </w:style>
  <w:style w:type="paragraph" w:styleId="BalloonText">
    <w:name w:val="Balloon Text"/>
    <w:basedOn w:val="Normal"/>
    <w:semiHidden/>
    <w:rsid w:val="0003101C"/>
    <w:rPr>
      <w:rFonts w:ascii="Tahoma" w:hAnsi="Tahoma" w:cs="Tahoma"/>
      <w:sz w:val="16"/>
      <w:szCs w:val="16"/>
    </w:rPr>
  </w:style>
  <w:style w:type="paragraph" w:customStyle="1" w:styleId="Tableheadleft">
    <w:name w:val="Table head left"/>
    <w:rsid w:val="006033B3"/>
    <w:pPr>
      <w:suppressAutoHyphens/>
      <w:autoSpaceDE w:val="0"/>
      <w:autoSpaceDN w:val="0"/>
      <w:adjustRightInd w:val="0"/>
      <w:spacing w:line="260" w:lineRule="atLeast"/>
    </w:pPr>
    <w:rPr>
      <w:rFonts w:ascii="Helvetica Light" w:hAnsi="Helvetica Light" w:cs="Helvetica Light"/>
      <w:b/>
      <w:bCs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Tabletextleft">
    <w:name w:val="Table text left"/>
    <w:rsid w:val="006033B3"/>
    <w:pPr>
      <w:suppressAutoHyphens/>
      <w:autoSpaceDE w:val="0"/>
      <w:autoSpaceDN w:val="0"/>
      <w:adjustRightInd w:val="0"/>
      <w:spacing w:line="260" w:lineRule="atLeast"/>
    </w:pPr>
    <w:rPr>
      <w:rFonts w:ascii="Helvetica Light" w:hAnsi="Helvetica Light" w:cs="Helvetica Light"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InstructionsQuestionsfullwidth">
    <w:name w:val="Instructions/Questions full width"/>
    <w:rsid w:val="006033B3"/>
    <w:pPr>
      <w:suppressAutoHyphens/>
      <w:autoSpaceDE w:val="0"/>
      <w:autoSpaceDN w:val="0"/>
      <w:adjustRightInd w:val="0"/>
      <w:spacing w:before="120" w:after="60" w:line="220" w:lineRule="atLeast"/>
    </w:pPr>
    <w:rPr>
      <w:rFonts w:ascii="New Century Schlbk Light" w:hAnsi="New Century Schlbk Light" w:cs="New Century Schlbk Light"/>
      <w:b/>
      <w:bCs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fullwidth">
    <w:name w:val="Body 1. full width"/>
    <w:rsid w:val="006033B3"/>
    <w:pPr>
      <w:tabs>
        <w:tab w:val="left" w:pos="30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Body1fullwidthleaders">
    <w:name w:val="Body 1+. full width leaders"/>
    <w:rsid w:val="006033B3"/>
    <w:pPr>
      <w:tabs>
        <w:tab w:val="left" w:pos="300"/>
        <w:tab w:val="right" w:leader="dot" w:pos="9960"/>
      </w:tabs>
      <w:suppressAutoHyphens/>
      <w:autoSpaceDE w:val="0"/>
      <w:autoSpaceDN w:val="0"/>
      <w:adjustRightInd w:val="0"/>
      <w:spacing w:line="260" w:lineRule="atLeast"/>
      <w:ind w:left="300" w:hanging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paragraph" w:customStyle="1" w:styleId="Tableheadcentre">
    <w:name w:val="Table head centre"/>
    <w:rsid w:val="006033B3"/>
    <w:pPr>
      <w:suppressAutoHyphens/>
      <w:autoSpaceDE w:val="0"/>
      <w:autoSpaceDN w:val="0"/>
      <w:adjustRightInd w:val="0"/>
      <w:spacing w:line="260" w:lineRule="atLeast"/>
      <w:jc w:val="center"/>
    </w:pPr>
    <w:rPr>
      <w:rFonts w:ascii="Helvetica Light" w:hAnsi="Helvetica Light" w:cs="Helvetica Light"/>
      <w:b/>
      <w:bCs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Tabletextright">
    <w:name w:val="Table text right"/>
    <w:rsid w:val="006033B3"/>
    <w:pPr>
      <w:suppressAutoHyphens/>
      <w:autoSpaceDE w:val="0"/>
      <w:autoSpaceDN w:val="0"/>
      <w:adjustRightInd w:val="0"/>
      <w:spacing w:line="260" w:lineRule="atLeast"/>
      <w:jc w:val="right"/>
    </w:pPr>
    <w:rPr>
      <w:rFonts w:ascii="Helvetica Light" w:hAnsi="Helvetica Light" w:cs="Helvetica Light"/>
      <w:color w:val="000000"/>
      <w14:wTextFill>
        <w14:solidFill>
          <w14:srgbClr w14:val="000000"/>
        </w14:solidFill>
      </w14:wTextFill>
      <w:w w:val="0"/>
      <w:lang w:val="en-GB" w:eastAsia="en-US"/>
    </w:rPr>
  </w:style>
  <w:style w:type="paragraph" w:customStyle="1" w:styleId="Bodyfullwidthleadersindent">
    <w:name w:val="Body full width leaders indent"/>
    <w:rsid w:val="006033B3"/>
    <w:pPr>
      <w:tabs>
        <w:tab w:val="right" w:leader="dot" w:pos="9960"/>
      </w:tabs>
      <w:suppressAutoHyphens/>
      <w:autoSpaceDE w:val="0"/>
      <w:autoSpaceDN w:val="0"/>
      <w:adjustRightInd w:val="0"/>
      <w:spacing w:before="100" w:line="260" w:lineRule="atLeast"/>
      <w:ind w:firstLine="300"/>
      <w:jc w:val="both"/>
    </w:pPr>
    <w:rPr>
      <w:rFonts w:ascii="New Century Schlbk Light" w:hAnsi="New Century Schlbk Light" w:cs="New Century Schlbk Light"/>
      <w:color w:val="000000"/>
      <w14:wTextFill>
        <w14:solidFill>
          <w14:srgbClr w14:val="000000"/>
        </w14:solidFill>
      </w14:wTextFill>
      <w:w w:val="0"/>
      <w:sz w:val="22"/>
      <w:szCs w:val="22"/>
      <w:lang w:val="en-GB" w:eastAsia="en-US"/>
    </w:rPr>
  </w:style>
  <w:style w:type="character" w:customStyle="1" w:styleId="bold">
    <w:name w:val="bold"/>
    <w:rsid w:val="006033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09/2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6/relationships/stylesWitht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iley%20Australia\JWAU088\JWAU88_Worksheet%20T_1\Worksheet%20T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07/7/7/main" val="1F497D" mc:Ignorable=""/>
      </a:dk2>
      <a:lt2>
        <a:srgbClr xmlns:mc="http://schemas.openxmlformats.org/markup-compatibility/2006" xmlns:a14="http://schemas.microsoft.com/office/drawing/2007/7/7/main" val="EEECE1" mc:Ignorable=""/>
      </a:lt2>
      <a:accent1>
        <a:srgbClr xmlns:mc="http://schemas.openxmlformats.org/markup-compatibility/2006" xmlns:a14="http://schemas.microsoft.com/office/drawing/2007/7/7/main" val="4F81BD" mc:Ignorable=""/>
      </a:accent1>
      <a:accent2>
        <a:srgbClr xmlns:mc="http://schemas.openxmlformats.org/markup-compatibility/2006" xmlns:a14="http://schemas.microsoft.com/office/drawing/2007/7/7/main" val="C0504D" mc:Ignorable=""/>
      </a:accent2>
      <a:accent3>
        <a:srgbClr xmlns:mc="http://schemas.openxmlformats.org/markup-compatibility/2006" xmlns:a14="http://schemas.microsoft.com/office/drawing/2007/7/7/main" val="9BBB59" mc:Ignorable=""/>
      </a:accent3>
      <a:accent4>
        <a:srgbClr xmlns:mc="http://schemas.openxmlformats.org/markup-compatibility/2006" xmlns:a14="http://schemas.microsoft.com/office/drawing/2007/7/7/main" val="8064A2" mc:Ignorable=""/>
      </a:accent4>
      <a:accent5>
        <a:srgbClr xmlns:mc="http://schemas.openxmlformats.org/markup-compatibility/2006" xmlns:a14="http://schemas.microsoft.com/office/drawing/2007/7/7/main" val="4BACC6" mc:Ignorable=""/>
      </a:accent5>
      <a:accent6>
        <a:srgbClr xmlns:mc="http://schemas.openxmlformats.org/markup-compatibility/2006" xmlns:a14="http://schemas.microsoft.com/office/drawing/2007/7/7/main" val="F79646" mc:Ignorable=""/>
      </a:accent6>
      <a:hlink>
        <a:srgbClr xmlns:mc="http://schemas.openxmlformats.org/markup-compatibility/2006" xmlns:a14="http://schemas.microsoft.com/office/drawing/2007/7/7/main" val="0000FF" mc:Ignorable=""/>
      </a:hlink>
      <a:folHlink>
        <a:srgbClr xmlns:mc="http://schemas.openxmlformats.org/markup-compatibility/2006" xmlns:a14="http://schemas.microsoft.com/office/drawing/2007/7/7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07/7/7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07/7/7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>
    <outs:relatedPeopleItem>
      <outs:category>Author</outs:category>
      <outs:people>
        <outs:relatedPerson>
          <outs:displayName>mithilesh.kumar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Afromanwahib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outs:propertyMetadataList/>
  <outs:corruptMetadataWasLost/>
</outs:outSpaceData>
</file>

<file path=customXml/itemProps1.xml><?xml version="1.0" encoding="utf-8"?>
<ds:datastoreItem xmlns:ds="http://schemas.openxmlformats.org/officeDocument/2006/customXml" ds:itemID="{9FB2E077-0BDB-42AA-BADD-CDDD8BF7483B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Worksheet T1</Template>
  <TotalTime>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mithilesh.kumar</dc:creator>
  <cp:lastModifiedBy>Afromanwahib</cp:lastModifiedBy>
  <cp:revision>4</cp:revision>
  <cp:lastPrinted>1900-12-31T14:00:00Z</cp:lastPrinted>
  <dcterms:created xsi:type="dcterms:W3CDTF">2010-07-01T07:59:00Z</dcterms:created>
  <dcterms:modified xsi:type="dcterms:W3CDTF">2010-07-02T04:14:00Z</dcterms:modified>
</cp:coreProperties>
</file>